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232"/>
        <w:gridCol w:w="3019"/>
        <w:gridCol w:w="3019"/>
      </w:tblGrid>
      <w:tr w:rsidR="00F2265E" w:rsidRPr="00626CCD" w14:paraId="64F6BE12" w14:textId="77777777" w:rsidTr="00640902">
        <w:trPr>
          <w:trHeight w:val="1701"/>
        </w:trPr>
        <w:tc>
          <w:tcPr>
            <w:tcW w:w="3018" w:type="dxa"/>
            <w:shd w:val="clear" w:color="auto" w:fill="auto"/>
            <w:vAlign w:val="center"/>
          </w:tcPr>
          <w:p w14:paraId="3301575F" w14:textId="066D3C02" w:rsidR="00F2265E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être</w:t>
            </w:r>
          </w:p>
        </w:tc>
        <w:tc>
          <w:tcPr>
            <w:tcW w:w="3019" w:type="dxa"/>
            <w:shd w:val="clear" w:color="auto" w:fill="auto"/>
            <w:vAlign w:val="center"/>
          </w:tcPr>
          <w:p w14:paraId="558199B6" w14:textId="274378C7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êt</w:t>
            </w:r>
            <w:proofErr w:type="spellEnd"/>
          </w:p>
        </w:tc>
        <w:tc>
          <w:tcPr>
            <w:tcW w:w="3019" w:type="dxa"/>
            <w:shd w:val="clear" w:color="auto" w:fill="auto"/>
            <w:vAlign w:val="center"/>
          </w:tcPr>
          <w:p w14:paraId="67F2B42B" w14:textId="310F24DC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re</w:t>
            </w:r>
          </w:p>
        </w:tc>
      </w:tr>
      <w:tr w:rsidR="00F2265E" w:rsidRPr="00626CCD" w14:paraId="14961511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8E69A51" w14:textId="5366E8DA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entendre</w:t>
            </w:r>
          </w:p>
        </w:tc>
        <w:tc>
          <w:tcPr>
            <w:tcW w:w="3019" w:type="dxa"/>
            <w:vAlign w:val="center"/>
          </w:tcPr>
          <w:p w14:paraId="71BB1733" w14:textId="7E95597E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  <w:tc>
          <w:tcPr>
            <w:tcW w:w="3019" w:type="dxa"/>
            <w:vAlign w:val="center"/>
          </w:tcPr>
          <w:p w14:paraId="3175F072" w14:textId="42973C39" w:rsidR="00F2265E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d</w:t>
            </w:r>
            <w:r w:rsidR="00F2265E" w:rsidRPr="00626CCD">
              <w:rPr>
                <w:sz w:val="56"/>
                <w:szCs w:val="56"/>
              </w:rPr>
              <w:t>re</w:t>
            </w:r>
            <w:proofErr w:type="spellEnd"/>
          </w:p>
        </w:tc>
      </w:tr>
      <w:tr w:rsidR="00F2265E" w:rsidRPr="00626CCD" w14:paraId="70A48F94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CB2E3DF" w14:textId="61BEA3C8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chanter</w:t>
            </w:r>
          </w:p>
        </w:tc>
        <w:tc>
          <w:tcPr>
            <w:tcW w:w="3019" w:type="dxa"/>
            <w:vAlign w:val="center"/>
          </w:tcPr>
          <w:p w14:paraId="55DCD2C7" w14:textId="79397766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vAlign w:val="center"/>
          </w:tcPr>
          <w:p w14:paraId="138F044C" w14:textId="0A4C73D0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er</w:t>
            </w:r>
          </w:p>
        </w:tc>
      </w:tr>
      <w:tr w:rsidR="00F2265E" w:rsidRPr="00626CCD" w14:paraId="32A1E374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742514E7" w14:textId="64C27A9D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venir</w:t>
            </w:r>
          </w:p>
        </w:tc>
        <w:tc>
          <w:tcPr>
            <w:tcW w:w="3019" w:type="dxa"/>
            <w:vAlign w:val="center"/>
          </w:tcPr>
          <w:p w14:paraId="4D9FD0BD" w14:textId="69E9499F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ven</w:t>
            </w:r>
            <w:proofErr w:type="spellEnd"/>
          </w:p>
        </w:tc>
        <w:tc>
          <w:tcPr>
            <w:tcW w:w="3019" w:type="dxa"/>
            <w:vAlign w:val="center"/>
          </w:tcPr>
          <w:p w14:paraId="0717AF04" w14:textId="4855B484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ir</w:t>
            </w:r>
            <w:proofErr w:type="spellEnd"/>
          </w:p>
        </w:tc>
      </w:tr>
      <w:tr w:rsidR="00F2265E" w:rsidRPr="00626CCD" w14:paraId="13DC6C5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79F990F" w14:textId="44EC29E5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voir</w:t>
            </w:r>
          </w:p>
        </w:tc>
        <w:tc>
          <w:tcPr>
            <w:tcW w:w="3019" w:type="dxa"/>
            <w:vAlign w:val="center"/>
          </w:tcPr>
          <w:p w14:paraId="10BF859B" w14:textId="6E2C1FDE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v</w:t>
            </w:r>
          </w:p>
        </w:tc>
        <w:tc>
          <w:tcPr>
            <w:tcW w:w="3019" w:type="dxa"/>
            <w:vAlign w:val="center"/>
          </w:tcPr>
          <w:p w14:paraId="1E7544C8" w14:textId="2DCF8BE6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oir</w:t>
            </w:r>
            <w:proofErr w:type="spellEnd"/>
          </w:p>
        </w:tc>
      </w:tr>
      <w:tr w:rsidR="00F2265E" w:rsidRPr="00626CCD" w14:paraId="7F95999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A3554F2" w14:textId="3FDEAB98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courir</w:t>
            </w:r>
          </w:p>
        </w:tc>
        <w:tc>
          <w:tcPr>
            <w:tcW w:w="3019" w:type="dxa"/>
            <w:vAlign w:val="center"/>
          </w:tcPr>
          <w:p w14:paraId="3B088DBF" w14:textId="47E4ABCE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cour</w:t>
            </w:r>
          </w:p>
        </w:tc>
        <w:tc>
          <w:tcPr>
            <w:tcW w:w="3019" w:type="dxa"/>
            <w:vAlign w:val="center"/>
          </w:tcPr>
          <w:p w14:paraId="5232BD50" w14:textId="4E8137C8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ir</w:t>
            </w:r>
            <w:proofErr w:type="spellEnd"/>
          </w:p>
        </w:tc>
      </w:tr>
      <w:tr w:rsidR="00F2265E" w:rsidRPr="00626CCD" w14:paraId="57FEA4BE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2932863C" w14:textId="62273867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sortir</w:t>
            </w:r>
          </w:p>
        </w:tc>
        <w:tc>
          <w:tcPr>
            <w:tcW w:w="3019" w:type="dxa"/>
            <w:vAlign w:val="center"/>
          </w:tcPr>
          <w:p w14:paraId="125464D2" w14:textId="0CD68410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sort</w:t>
            </w:r>
          </w:p>
        </w:tc>
        <w:tc>
          <w:tcPr>
            <w:tcW w:w="3019" w:type="dxa"/>
            <w:vAlign w:val="center"/>
          </w:tcPr>
          <w:p w14:paraId="4AAC8888" w14:textId="1BC73198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ir</w:t>
            </w:r>
            <w:proofErr w:type="spellEnd"/>
          </w:p>
        </w:tc>
      </w:tr>
      <w:tr w:rsidR="00F2265E" w:rsidRPr="00626CCD" w14:paraId="5ED6C183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F02F6F8" w14:textId="3F7658B7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prendre</w:t>
            </w:r>
          </w:p>
        </w:tc>
        <w:tc>
          <w:tcPr>
            <w:tcW w:w="3019" w:type="dxa"/>
            <w:vAlign w:val="center"/>
          </w:tcPr>
          <w:p w14:paraId="0FC98228" w14:textId="3EEE1D84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pren</w:t>
            </w:r>
            <w:proofErr w:type="spellEnd"/>
          </w:p>
        </w:tc>
        <w:tc>
          <w:tcPr>
            <w:tcW w:w="3019" w:type="dxa"/>
            <w:vAlign w:val="center"/>
          </w:tcPr>
          <w:p w14:paraId="4092E7E3" w14:textId="4FEF1D61" w:rsidR="00F2265E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d</w:t>
            </w:r>
            <w:r w:rsidR="00F2265E" w:rsidRPr="00626CCD">
              <w:rPr>
                <w:sz w:val="56"/>
                <w:szCs w:val="56"/>
              </w:rPr>
              <w:t>re</w:t>
            </w:r>
            <w:proofErr w:type="spellEnd"/>
          </w:p>
        </w:tc>
      </w:tr>
      <w:tr w:rsidR="00F2265E" w:rsidRPr="00626CCD" w14:paraId="73FC9F2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13C0B3E" w14:textId="0CC94C89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lastRenderedPageBreak/>
              <w:t>oublier</w:t>
            </w:r>
          </w:p>
        </w:tc>
        <w:tc>
          <w:tcPr>
            <w:tcW w:w="3019" w:type="dxa"/>
            <w:vAlign w:val="center"/>
          </w:tcPr>
          <w:p w14:paraId="7787FBCC" w14:textId="4AA30FCB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oubli</w:t>
            </w:r>
          </w:p>
        </w:tc>
        <w:tc>
          <w:tcPr>
            <w:tcW w:w="3019" w:type="dxa"/>
            <w:vAlign w:val="center"/>
          </w:tcPr>
          <w:p w14:paraId="36D3BCBE" w14:textId="1389604A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er</w:t>
            </w:r>
          </w:p>
        </w:tc>
      </w:tr>
      <w:tr w:rsidR="00F2265E" w:rsidRPr="00626CCD" w14:paraId="69D90230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EAD1D87" w14:textId="4A2B3645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pouvoir</w:t>
            </w:r>
          </w:p>
        </w:tc>
        <w:tc>
          <w:tcPr>
            <w:tcW w:w="3019" w:type="dxa"/>
            <w:vAlign w:val="center"/>
          </w:tcPr>
          <w:p w14:paraId="0252BF61" w14:textId="3A91D711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pouv</w:t>
            </w:r>
            <w:proofErr w:type="spellEnd"/>
          </w:p>
        </w:tc>
        <w:tc>
          <w:tcPr>
            <w:tcW w:w="3019" w:type="dxa"/>
            <w:vAlign w:val="center"/>
          </w:tcPr>
          <w:p w14:paraId="3B849F1D" w14:textId="648758B1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oir</w:t>
            </w:r>
            <w:proofErr w:type="spellEnd"/>
          </w:p>
        </w:tc>
      </w:tr>
      <w:tr w:rsidR="00F2265E" w:rsidRPr="00626CCD" w14:paraId="49CFDF8D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13224C6C" w14:textId="0B60DCCD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mettre</w:t>
            </w:r>
          </w:p>
        </w:tc>
        <w:tc>
          <w:tcPr>
            <w:tcW w:w="3019" w:type="dxa"/>
            <w:vAlign w:val="center"/>
          </w:tcPr>
          <w:p w14:paraId="25DA962A" w14:textId="70BDB454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mett</w:t>
            </w:r>
            <w:proofErr w:type="spellEnd"/>
          </w:p>
        </w:tc>
        <w:tc>
          <w:tcPr>
            <w:tcW w:w="3019" w:type="dxa"/>
            <w:vAlign w:val="center"/>
          </w:tcPr>
          <w:p w14:paraId="4DBF954F" w14:textId="1CA86C86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re</w:t>
            </w:r>
          </w:p>
        </w:tc>
      </w:tr>
      <w:tr w:rsidR="00F2265E" w:rsidRPr="00626CCD" w14:paraId="3D19445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E0A385D" w14:textId="1641A9CE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commencer</w:t>
            </w:r>
          </w:p>
        </w:tc>
        <w:tc>
          <w:tcPr>
            <w:tcW w:w="3019" w:type="dxa"/>
            <w:vAlign w:val="center"/>
          </w:tcPr>
          <w:p w14:paraId="29212945" w14:textId="2A925828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commenc</w:t>
            </w:r>
            <w:proofErr w:type="spellEnd"/>
          </w:p>
        </w:tc>
        <w:tc>
          <w:tcPr>
            <w:tcW w:w="3019" w:type="dxa"/>
            <w:vAlign w:val="center"/>
          </w:tcPr>
          <w:p w14:paraId="7838FB9A" w14:textId="5CCB9F37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er</w:t>
            </w:r>
          </w:p>
        </w:tc>
      </w:tr>
      <w:tr w:rsidR="00F2265E" w:rsidRPr="00626CCD" w14:paraId="7DCAF872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211230D5" w14:textId="2F33CF9C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manger</w:t>
            </w:r>
          </w:p>
        </w:tc>
        <w:tc>
          <w:tcPr>
            <w:tcW w:w="3019" w:type="dxa"/>
            <w:vAlign w:val="center"/>
          </w:tcPr>
          <w:p w14:paraId="51E80D0E" w14:textId="78DE89B3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mang</w:t>
            </w:r>
            <w:proofErr w:type="spellEnd"/>
          </w:p>
        </w:tc>
        <w:tc>
          <w:tcPr>
            <w:tcW w:w="3019" w:type="dxa"/>
            <w:vAlign w:val="center"/>
          </w:tcPr>
          <w:p w14:paraId="4E49BC55" w14:textId="4992EEA1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er</w:t>
            </w:r>
          </w:p>
        </w:tc>
      </w:tr>
      <w:tr w:rsidR="00F2265E" w:rsidRPr="00626CCD" w14:paraId="29EE4992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96647CB" w14:textId="7D51246D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vouloir</w:t>
            </w:r>
          </w:p>
        </w:tc>
        <w:tc>
          <w:tcPr>
            <w:tcW w:w="3019" w:type="dxa"/>
            <w:vAlign w:val="center"/>
          </w:tcPr>
          <w:p w14:paraId="13DD2E1C" w14:textId="3494E0BA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voul</w:t>
            </w:r>
            <w:proofErr w:type="spellEnd"/>
          </w:p>
        </w:tc>
        <w:tc>
          <w:tcPr>
            <w:tcW w:w="3019" w:type="dxa"/>
            <w:vAlign w:val="center"/>
          </w:tcPr>
          <w:p w14:paraId="273EA936" w14:textId="5F269B7A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oir</w:t>
            </w:r>
            <w:proofErr w:type="spellEnd"/>
          </w:p>
        </w:tc>
      </w:tr>
      <w:tr w:rsidR="00F2265E" w:rsidRPr="00626CCD" w14:paraId="6023313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DC143C0" w14:textId="04EC23F8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savoir</w:t>
            </w:r>
          </w:p>
        </w:tc>
        <w:tc>
          <w:tcPr>
            <w:tcW w:w="3019" w:type="dxa"/>
            <w:vAlign w:val="center"/>
          </w:tcPr>
          <w:p w14:paraId="0A50F76B" w14:textId="10D8D4E4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sav</w:t>
            </w:r>
            <w:proofErr w:type="spellEnd"/>
          </w:p>
        </w:tc>
        <w:tc>
          <w:tcPr>
            <w:tcW w:w="3019" w:type="dxa"/>
            <w:vAlign w:val="center"/>
          </w:tcPr>
          <w:p w14:paraId="5F306F1A" w14:textId="235E6008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oir</w:t>
            </w:r>
            <w:proofErr w:type="spellEnd"/>
          </w:p>
        </w:tc>
      </w:tr>
      <w:tr w:rsidR="00F2265E" w:rsidRPr="00626CCD" w14:paraId="7D3F2DA2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06D0EB1" w14:textId="732BFBF3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rendre</w:t>
            </w:r>
          </w:p>
        </w:tc>
        <w:tc>
          <w:tcPr>
            <w:tcW w:w="3019" w:type="dxa"/>
            <w:vAlign w:val="center"/>
          </w:tcPr>
          <w:p w14:paraId="62D96EF2" w14:textId="2346F692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ren</w:t>
            </w:r>
            <w:proofErr w:type="spellEnd"/>
          </w:p>
        </w:tc>
        <w:tc>
          <w:tcPr>
            <w:tcW w:w="3019" w:type="dxa"/>
            <w:vAlign w:val="center"/>
          </w:tcPr>
          <w:p w14:paraId="4A82212A" w14:textId="41375474" w:rsidR="00F2265E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d</w:t>
            </w:r>
            <w:r w:rsidR="00F2265E" w:rsidRPr="00626CCD">
              <w:rPr>
                <w:sz w:val="56"/>
                <w:szCs w:val="56"/>
              </w:rPr>
              <w:t>re</w:t>
            </w:r>
            <w:proofErr w:type="spellEnd"/>
          </w:p>
        </w:tc>
      </w:tr>
      <w:tr w:rsidR="00F2265E" w:rsidRPr="00626CCD" w14:paraId="57356DD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BFBA2CD" w14:textId="325197E9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lastRenderedPageBreak/>
              <w:t>faire</w:t>
            </w:r>
          </w:p>
        </w:tc>
        <w:tc>
          <w:tcPr>
            <w:tcW w:w="3019" w:type="dxa"/>
            <w:vAlign w:val="center"/>
          </w:tcPr>
          <w:p w14:paraId="2FA18BA2" w14:textId="469CD306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fai</w:t>
            </w:r>
            <w:proofErr w:type="spellEnd"/>
          </w:p>
        </w:tc>
        <w:tc>
          <w:tcPr>
            <w:tcW w:w="3019" w:type="dxa"/>
            <w:vAlign w:val="center"/>
          </w:tcPr>
          <w:p w14:paraId="637694C0" w14:textId="1D1957A6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re</w:t>
            </w:r>
          </w:p>
        </w:tc>
      </w:tr>
      <w:tr w:rsidR="00F2265E" w:rsidRPr="00626CCD" w14:paraId="621F0B1F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5946E85" w14:textId="049AAC84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dire</w:t>
            </w:r>
          </w:p>
        </w:tc>
        <w:tc>
          <w:tcPr>
            <w:tcW w:w="3019" w:type="dxa"/>
            <w:vAlign w:val="center"/>
          </w:tcPr>
          <w:p w14:paraId="2A609B51" w14:textId="05E85C1F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  <w:tc>
          <w:tcPr>
            <w:tcW w:w="3019" w:type="dxa"/>
            <w:vAlign w:val="center"/>
          </w:tcPr>
          <w:p w14:paraId="57333257" w14:textId="5663DE05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re</w:t>
            </w:r>
          </w:p>
        </w:tc>
      </w:tr>
      <w:tr w:rsidR="00F2265E" w:rsidRPr="00626CCD" w14:paraId="5FBC8524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3DD1255" w14:textId="71859912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finir</w:t>
            </w:r>
          </w:p>
        </w:tc>
        <w:tc>
          <w:tcPr>
            <w:tcW w:w="3019" w:type="dxa"/>
            <w:vAlign w:val="center"/>
          </w:tcPr>
          <w:p w14:paraId="53150571" w14:textId="6259F3C3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vAlign w:val="center"/>
          </w:tcPr>
          <w:p w14:paraId="687EB397" w14:textId="27B1C7E9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ir</w:t>
            </w:r>
            <w:proofErr w:type="spellEnd"/>
          </w:p>
        </w:tc>
      </w:tr>
      <w:tr w:rsidR="00F2265E" w:rsidRPr="00626CCD" w14:paraId="383DD17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118F81FF" w14:textId="1510DEF6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aimer</w:t>
            </w:r>
          </w:p>
        </w:tc>
        <w:tc>
          <w:tcPr>
            <w:tcW w:w="3019" w:type="dxa"/>
            <w:vAlign w:val="center"/>
          </w:tcPr>
          <w:p w14:paraId="497AC47D" w14:textId="1700780C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vAlign w:val="center"/>
          </w:tcPr>
          <w:p w14:paraId="05D0D9BD" w14:textId="062A3F74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er</w:t>
            </w:r>
          </w:p>
        </w:tc>
      </w:tr>
      <w:tr w:rsidR="00F2265E" w:rsidRPr="00626CCD" w14:paraId="673CD132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4D2C4AC" w14:textId="7FC1AEB4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aller</w:t>
            </w:r>
          </w:p>
        </w:tc>
        <w:tc>
          <w:tcPr>
            <w:tcW w:w="3019" w:type="dxa"/>
            <w:vAlign w:val="center"/>
          </w:tcPr>
          <w:p w14:paraId="34CFD17A" w14:textId="00E22376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all</w:t>
            </w:r>
          </w:p>
        </w:tc>
        <w:tc>
          <w:tcPr>
            <w:tcW w:w="3019" w:type="dxa"/>
            <w:vAlign w:val="center"/>
          </w:tcPr>
          <w:p w14:paraId="23A40ABE" w14:textId="39B81AC8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er</w:t>
            </w:r>
          </w:p>
        </w:tc>
      </w:tr>
      <w:tr w:rsidR="00F2265E" w:rsidRPr="00626CCD" w14:paraId="7251B2BF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B957B45" w14:textId="7C1B5352" w:rsidR="00F2265E" w:rsidRPr="00626CCD" w:rsidRDefault="00F2265E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avoir</w:t>
            </w:r>
          </w:p>
        </w:tc>
        <w:tc>
          <w:tcPr>
            <w:tcW w:w="3019" w:type="dxa"/>
            <w:vAlign w:val="center"/>
          </w:tcPr>
          <w:p w14:paraId="60A6E78C" w14:textId="76061FE9" w:rsidR="00F2265E" w:rsidRPr="00626CCD" w:rsidRDefault="00F2265E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av</w:t>
            </w:r>
          </w:p>
        </w:tc>
        <w:tc>
          <w:tcPr>
            <w:tcW w:w="3019" w:type="dxa"/>
            <w:vAlign w:val="center"/>
          </w:tcPr>
          <w:p w14:paraId="7E0DCBD5" w14:textId="2EF06B98" w:rsidR="00F2265E" w:rsidRPr="00626CCD" w:rsidRDefault="00F2265E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oir</w:t>
            </w:r>
            <w:proofErr w:type="spellEnd"/>
          </w:p>
        </w:tc>
      </w:tr>
      <w:tr w:rsidR="00FD1596" w:rsidRPr="00626CCD" w14:paraId="121307A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9D27844" w14:textId="6D727F8F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je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7A5CA4F0" w14:textId="5BBBB8B6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4F307C07" w14:textId="72CCFCD9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</w:t>
            </w:r>
          </w:p>
        </w:tc>
      </w:tr>
      <w:tr w:rsidR="00FD1596" w:rsidRPr="00626CCD" w14:paraId="5D4EFAF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9036B60" w14:textId="4966645D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tu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633AF50D" w14:textId="73FD0E22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67D7CFE2" w14:textId="14E8708F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es</w:t>
            </w:r>
          </w:p>
        </w:tc>
      </w:tr>
      <w:tr w:rsidR="00FD1596" w:rsidRPr="00626CCD" w14:paraId="2FF67C0B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75D1D6C" w14:textId="44E55E2A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lastRenderedPageBreak/>
              <w:t>il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1A3E601A" w14:textId="5458BB4E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65F981D3" w14:textId="3432D10D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</w:t>
            </w:r>
          </w:p>
        </w:tc>
      </w:tr>
      <w:tr w:rsidR="00FD1596" w:rsidRPr="00626CCD" w14:paraId="17FDBB9B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4307BD0" w14:textId="1D6DEEF6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430AAE55" w14:textId="21DC2BC2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0BCECF92" w14:textId="1C8AB4EB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</w:t>
            </w:r>
          </w:p>
        </w:tc>
      </w:tr>
      <w:tr w:rsidR="00FD1596" w:rsidRPr="00626CCD" w14:paraId="7A24DF7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66A499C" w14:textId="4E053FEC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nous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7696BFBC" w14:textId="16A4D742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104675E0" w14:textId="1D4A9463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ons</w:t>
            </w:r>
            <w:proofErr w:type="spellEnd"/>
          </w:p>
        </w:tc>
      </w:tr>
      <w:tr w:rsidR="00FD1596" w:rsidRPr="00626CCD" w14:paraId="6AC8594D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7B9C9A0E" w14:textId="2B96503C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vous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41CEF45C" w14:textId="00C3109D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3B814F34" w14:textId="04ED9DBC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ez</w:t>
            </w:r>
            <w:proofErr w:type="spellEnd"/>
          </w:p>
        </w:tc>
      </w:tr>
      <w:tr w:rsidR="00FD1596" w:rsidRPr="00626CCD" w14:paraId="30A1870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F884001" w14:textId="344E6A87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690C4E5D" w14:textId="7A8D268B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1827241F" w14:textId="01FCEA84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</w:t>
            </w:r>
            <w:proofErr w:type="spellEnd"/>
          </w:p>
        </w:tc>
      </w:tr>
      <w:tr w:rsidR="00FD1596" w:rsidRPr="00626CCD" w14:paraId="35BA83EC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B856A85" w14:textId="731BF84D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18542824" w14:textId="6443FAA6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6F94ACEA" w14:textId="19FD8D11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</w:t>
            </w:r>
            <w:proofErr w:type="spellEnd"/>
          </w:p>
        </w:tc>
      </w:tr>
      <w:tr w:rsidR="00FD1596" w:rsidRPr="00626CCD" w14:paraId="5556A0DD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D642278" w14:textId="257B757C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on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158B44CA" w14:textId="2B4435B4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chant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1ADAC224" w14:textId="104B6301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e</w:t>
            </w:r>
          </w:p>
        </w:tc>
      </w:tr>
      <w:tr w:rsidR="00FD1596" w:rsidRPr="00626CCD" w14:paraId="2982C958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F450534" w14:textId="236B51E3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je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25E57E33" w14:textId="661A816B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702729FD" w14:textId="57607E4B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ais</w:t>
            </w:r>
          </w:p>
        </w:tc>
      </w:tr>
      <w:tr w:rsidR="00FD1596" w:rsidRPr="00626CCD" w14:paraId="38D3EB38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7CBE971" w14:textId="67314409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lastRenderedPageBreak/>
              <w:t>tu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44C76DAA" w14:textId="1F307C05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31C6F5E4" w14:textId="4CD990B6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ais</w:t>
            </w:r>
          </w:p>
        </w:tc>
      </w:tr>
      <w:tr w:rsidR="00FD1596" w:rsidRPr="00626CCD" w14:paraId="2C4347C8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2CBC31F" w14:textId="680BED8D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1E096636" w14:textId="60DC288D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69A2F94F" w14:textId="300FE944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ait</w:t>
            </w:r>
          </w:p>
        </w:tc>
      </w:tr>
      <w:tr w:rsidR="00FD1596" w:rsidRPr="00626CCD" w14:paraId="6ABB8D4B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3BFC2A1" w14:textId="119C0A62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7E9A76CC" w14:textId="7547B55F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06CC67EC" w14:textId="4D42A747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ait</w:t>
            </w:r>
          </w:p>
        </w:tc>
      </w:tr>
      <w:tr w:rsidR="00FD1596" w:rsidRPr="00626CCD" w14:paraId="1203A0A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2A0F1FF" w14:textId="0B0D25D4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on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73707E01" w14:textId="7F6CED61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3D9ED950" w14:textId="66D5E0C8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ait</w:t>
            </w:r>
          </w:p>
        </w:tc>
      </w:tr>
      <w:tr w:rsidR="00FD1596" w:rsidRPr="00626CCD" w14:paraId="6D9A3DE3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59F65F1" w14:textId="56584074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nous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4F1689E5" w14:textId="613B9C49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2EB4EAA3" w14:textId="36331FC2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ions</w:t>
            </w:r>
          </w:p>
        </w:tc>
      </w:tr>
      <w:tr w:rsidR="00FD1596" w:rsidRPr="00626CCD" w14:paraId="3FB084CF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A17A50A" w14:textId="12AD9097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vous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38233E2F" w14:textId="3F89D924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3B156AD7" w14:textId="625626D9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iez</w:t>
            </w:r>
            <w:proofErr w:type="spellEnd"/>
          </w:p>
        </w:tc>
      </w:tr>
      <w:tr w:rsidR="00FD1596" w:rsidRPr="00626CCD" w14:paraId="1856632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175C649B" w14:textId="27909A4B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4E8C42D5" w14:textId="6248CC7E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75ECCBE1" w14:textId="61C8C2D3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aient</w:t>
            </w:r>
          </w:p>
        </w:tc>
      </w:tr>
      <w:tr w:rsidR="00FD1596" w:rsidRPr="00626CCD" w14:paraId="6A97B710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4D4973D" w14:textId="0677E821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elles</w:t>
            </w:r>
          </w:p>
        </w:tc>
        <w:tc>
          <w:tcPr>
            <w:tcW w:w="3019" w:type="dxa"/>
            <w:shd w:val="clear" w:color="auto" w:fill="BDD6EE" w:themeFill="accent5" w:themeFillTint="66"/>
            <w:vAlign w:val="center"/>
          </w:tcPr>
          <w:p w14:paraId="4ABAFD30" w14:textId="51FDFCA5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aim</w:t>
            </w:r>
            <w:proofErr w:type="spellEnd"/>
          </w:p>
        </w:tc>
        <w:tc>
          <w:tcPr>
            <w:tcW w:w="3019" w:type="dxa"/>
            <w:shd w:val="clear" w:color="auto" w:fill="FFB3EF"/>
            <w:vAlign w:val="center"/>
          </w:tcPr>
          <w:p w14:paraId="02900836" w14:textId="535B7621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aient</w:t>
            </w:r>
          </w:p>
        </w:tc>
      </w:tr>
      <w:tr w:rsidR="00FD1596" w:rsidRPr="00626CCD" w14:paraId="298D0F52" w14:textId="77777777" w:rsidTr="00640902">
        <w:trPr>
          <w:trHeight w:val="1701"/>
        </w:trPr>
        <w:tc>
          <w:tcPr>
            <w:tcW w:w="3018" w:type="dxa"/>
            <w:shd w:val="clear" w:color="auto" w:fill="BF8F00" w:themeFill="accent4" w:themeFillShade="BF"/>
            <w:vAlign w:val="center"/>
          </w:tcPr>
          <w:p w14:paraId="7BF9C047" w14:textId="54963A57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lastRenderedPageBreak/>
              <w:t>entend</w:t>
            </w:r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37526A84" w14:textId="639333D9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6FCD1434" w14:textId="7DA25F26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</w:tr>
      <w:tr w:rsidR="00FD1596" w:rsidRPr="00626CCD" w14:paraId="6A6DA741" w14:textId="77777777" w:rsidTr="00640902">
        <w:trPr>
          <w:trHeight w:val="1701"/>
        </w:trPr>
        <w:tc>
          <w:tcPr>
            <w:tcW w:w="3018" w:type="dxa"/>
            <w:shd w:val="clear" w:color="auto" w:fill="BF8F00" w:themeFill="accent4" w:themeFillShade="BF"/>
            <w:vAlign w:val="center"/>
          </w:tcPr>
          <w:p w14:paraId="05F0CF5D" w14:textId="5068A012" w:rsidR="00FD1596" w:rsidRPr="00626CCD" w:rsidRDefault="00FD1596" w:rsidP="0005346E">
            <w:pPr>
              <w:rPr>
                <w:color w:val="000000"/>
                <w:sz w:val="56"/>
                <w:szCs w:val="56"/>
                <w:shd w:val="clear" w:color="auto" w:fill="FFFFFF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024FC807" w14:textId="2138E8AC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49B97295" w14:textId="592938C1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</w:tr>
      <w:tr w:rsidR="00FD1596" w:rsidRPr="00626CCD" w14:paraId="087FB8B0" w14:textId="77777777" w:rsidTr="00640902">
        <w:trPr>
          <w:trHeight w:val="1701"/>
        </w:trPr>
        <w:tc>
          <w:tcPr>
            <w:tcW w:w="3018" w:type="dxa"/>
            <w:shd w:val="clear" w:color="auto" w:fill="BF8F00" w:themeFill="accent4" w:themeFillShade="BF"/>
            <w:vAlign w:val="center"/>
          </w:tcPr>
          <w:p w14:paraId="13A1F5C5" w14:textId="58D1AAE1" w:rsidR="00FD1596" w:rsidRPr="00626CCD" w:rsidRDefault="00FD1596" w:rsidP="0005346E">
            <w:pPr>
              <w:rPr>
                <w:color w:val="000000"/>
                <w:sz w:val="56"/>
                <w:szCs w:val="56"/>
                <w:shd w:val="clear" w:color="auto" w:fill="FFFFFF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475E3CAA" w14:textId="1F42C3FC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054A2525" w14:textId="1D731902" w:rsidR="00FD1596" w:rsidRPr="00626CCD" w:rsidRDefault="00FD1596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enten</w:t>
            </w:r>
            <w:proofErr w:type="spellEnd"/>
          </w:p>
        </w:tc>
      </w:tr>
      <w:tr w:rsidR="00FD1596" w:rsidRPr="00626CCD" w14:paraId="5A60088E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72BCE8B9" w14:textId="5DB79692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je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5438F99E" w14:textId="0C1E04B8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s</w:t>
            </w:r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28CCF858" w14:textId="72CF36A6" w:rsidR="00FD1596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ds</w:t>
            </w:r>
            <w:proofErr w:type="spellEnd"/>
          </w:p>
        </w:tc>
      </w:tr>
      <w:tr w:rsidR="00FD1596" w:rsidRPr="00626CCD" w14:paraId="09AC0516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60EAE57" w14:textId="67184BE8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tu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5C433252" w14:textId="76A7CFBF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s</w:t>
            </w:r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18EE5127" w14:textId="018109AA" w:rsidR="00FD1596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ds</w:t>
            </w:r>
            <w:proofErr w:type="spellEnd"/>
          </w:p>
        </w:tc>
      </w:tr>
      <w:tr w:rsidR="00FD1596" w:rsidRPr="00626CCD" w14:paraId="22709F41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23057A8" w14:textId="2A250090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739FB43A" w14:textId="1ED9C87A" w:rsidR="00FD1596" w:rsidRPr="00626CCD" w:rsidRDefault="00FD159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t</w:t>
            </w:r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50D1F9FF" w14:textId="4E5C82F1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</w:t>
            </w:r>
          </w:p>
        </w:tc>
      </w:tr>
      <w:tr w:rsidR="00FD1596" w:rsidRPr="00626CCD" w14:paraId="0A6C23F7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846C43C" w14:textId="689362C3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5DE306C4" w14:textId="6FC170A3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t</w:t>
            </w:r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6987664A" w14:textId="4E183CA1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</w:t>
            </w:r>
          </w:p>
        </w:tc>
      </w:tr>
      <w:tr w:rsidR="00FD1596" w:rsidRPr="00626CCD" w14:paraId="0EB3CF3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E2CE966" w14:textId="7940B37F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on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4C02D24F" w14:textId="5F8B49FD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t</w:t>
            </w:r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234AFC0A" w14:textId="12DAD311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</w:t>
            </w:r>
          </w:p>
        </w:tc>
      </w:tr>
      <w:tr w:rsidR="00FD1596" w:rsidRPr="00626CCD" w14:paraId="1AD2B92C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158C78E5" w14:textId="4232F51D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lastRenderedPageBreak/>
              <w:t>nous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4906A2D0" w14:textId="0ECC4443" w:rsidR="00FD1596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ons</w:t>
            </w:r>
            <w:proofErr w:type="spellEnd"/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1EA0D331" w14:textId="6B52FACC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dons</w:t>
            </w:r>
          </w:p>
        </w:tc>
      </w:tr>
      <w:tr w:rsidR="00FD1596" w:rsidRPr="00626CCD" w14:paraId="7CA5450B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23FD19C" w14:textId="37F23B9E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vous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25593034" w14:textId="7AE9F268" w:rsidR="00FD1596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ez</w:t>
            </w:r>
            <w:proofErr w:type="spellEnd"/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699B0F42" w14:textId="696C5ACB" w:rsidR="00FD1596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dez</w:t>
            </w:r>
            <w:proofErr w:type="spellEnd"/>
          </w:p>
        </w:tc>
      </w:tr>
      <w:tr w:rsidR="00FD1596" w:rsidRPr="00626CCD" w14:paraId="2388F61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721B45E6" w14:textId="62E5ED52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ils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1B557CFF" w14:textId="17C44F6B" w:rsidR="00FD1596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</w:t>
            </w:r>
            <w:proofErr w:type="spellEnd"/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39A9009A" w14:textId="36694BE4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dent</w:t>
            </w:r>
          </w:p>
        </w:tc>
      </w:tr>
      <w:tr w:rsidR="00FD1596" w:rsidRPr="00626CCD" w14:paraId="3E2D2911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7FE390F0" w14:textId="29CE4339" w:rsidR="00FD1596" w:rsidRPr="00626CCD" w:rsidRDefault="00FD1596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elles</w:t>
            </w:r>
          </w:p>
        </w:tc>
        <w:tc>
          <w:tcPr>
            <w:tcW w:w="3019" w:type="dxa"/>
            <w:shd w:val="clear" w:color="auto" w:fill="FFF2CC" w:themeFill="accent4" w:themeFillTint="33"/>
            <w:vAlign w:val="center"/>
          </w:tcPr>
          <w:p w14:paraId="583C3A80" w14:textId="5A45EEC4" w:rsidR="00FD1596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</w:t>
            </w:r>
            <w:proofErr w:type="spellEnd"/>
          </w:p>
        </w:tc>
        <w:tc>
          <w:tcPr>
            <w:tcW w:w="3019" w:type="dxa"/>
            <w:shd w:val="clear" w:color="auto" w:fill="FFD966" w:themeFill="accent4" w:themeFillTint="99"/>
            <w:vAlign w:val="center"/>
          </w:tcPr>
          <w:p w14:paraId="199D2F52" w14:textId="3A5FEBB1" w:rsidR="00FD1596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dent</w:t>
            </w:r>
          </w:p>
        </w:tc>
      </w:tr>
      <w:tr w:rsidR="00467A2C" w:rsidRPr="00626CCD" w14:paraId="470B0B11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EF99331" w14:textId="3A753AB8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je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2790A142" w14:textId="4B385E0F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x</w:t>
            </w:r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72872E60" w14:textId="57C31D65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0423176E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C7D8206" w14:textId="3E5A8919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tu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05F1FD05" w14:textId="4C7D4C07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x</w:t>
            </w:r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2F845E51" w14:textId="3581EABB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3B075422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776F88E9" w14:textId="7E8810A1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0CE43FBE" w14:textId="7DDA7591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t</w:t>
            </w:r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2B6E217C" w14:textId="0C843EBE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55EDF367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E81080D" w14:textId="6A35B613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471EB0D1" w14:textId="40DD3163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t</w:t>
            </w:r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7F721072" w14:textId="4FAA4DFA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5BA8CF5F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189672CA" w14:textId="2996F934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lastRenderedPageBreak/>
              <w:t>on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5EBE7E6E" w14:textId="00BC8A98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t</w:t>
            </w:r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4D053400" w14:textId="3224044E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6ED2006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6E08871" w14:textId="1FE314DD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nous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5EDF2B0B" w14:textId="00004C67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ons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32833697" w14:textId="06872F1D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32C0CCBC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A06563F" w14:textId="65A41502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vous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20277C84" w14:textId="0B1F07A6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ez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25E08E53" w14:textId="75E09324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5E71A635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132294F" w14:textId="62C6ECCE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ils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0C679012" w14:textId="569C82FB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7C0ECA3E" w14:textId="2F689CE4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0A0F524A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6FCAB18A" w14:textId="5AB7760B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elles</w:t>
            </w:r>
          </w:p>
        </w:tc>
        <w:tc>
          <w:tcPr>
            <w:tcW w:w="3019" w:type="dxa"/>
            <w:shd w:val="clear" w:color="auto" w:fill="FFE599" w:themeFill="accent4" w:themeFillTint="66"/>
            <w:vAlign w:val="center"/>
          </w:tcPr>
          <w:p w14:paraId="4E09F69D" w14:textId="57FDDFF9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ent</w:t>
            </w:r>
            <w:proofErr w:type="spellEnd"/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6F46CC0F" w14:textId="4D8348E8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di</w:t>
            </w:r>
          </w:p>
        </w:tc>
      </w:tr>
      <w:tr w:rsidR="00467A2C" w:rsidRPr="00626CCD" w14:paraId="43769573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489B776" w14:textId="3048AF93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je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724FF073" w14:textId="628FB58B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7FC8551F" w14:textId="400DB88C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is</w:t>
            </w:r>
            <w:proofErr w:type="spellEnd"/>
          </w:p>
        </w:tc>
      </w:tr>
      <w:tr w:rsidR="00467A2C" w:rsidRPr="00626CCD" w14:paraId="5FFBC6F1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78688DA" w14:textId="6F846135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tu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0F3CF1D5" w14:textId="45724A4C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30163BAA" w14:textId="696DA055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is</w:t>
            </w:r>
            <w:proofErr w:type="spellEnd"/>
          </w:p>
        </w:tc>
      </w:tr>
      <w:tr w:rsidR="00467A2C" w:rsidRPr="00626CCD" w14:paraId="39B1887F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03A8803" w14:textId="4492210B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2080A13A" w14:textId="69C37458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01B5E226" w14:textId="2DACD60A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it</w:t>
            </w:r>
            <w:proofErr w:type="spellEnd"/>
          </w:p>
        </w:tc>
      </w:tr>
      <w:tr w:rsidR="00467A2C" w:rsidRPr="00626CCD" w14:paraId="7191FF7F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5F2E872B" w14:textId="350A8753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lastRenderedPageBreak/>
              <w:t>elle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1704684C" w14:textId="5EB90B24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1F21DFC3" w14:textId="5A9C0C75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it</w:t>
            </w:r>
            <w:proofErr w:type="spellEnd"/>
          </w:p>
        </w:tc>
      </w:tr>
      <w:tr w:rsidR="00467A2C" w:rsidRPr="00626CCD" w14:paraId="41E1DBA9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2EA4D276" w14:textId="6FF65D4E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on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042AD2EF" w14:textId="0B0DA4DB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79EADB09" w14:textId="6DA97CE2" w:rsidR="00467A2C" w:rsidRPr="00626CCD" w:rsidRDefault="00467A2C" w:rsidP="0005346E">
            <w:pPr>
              <w:rPr>
                <w:sz w:val="56"/>
                <w:szCs w:val="56"/>
              </w:rPr>
            </w:pPr>
            <w:proofErr w:type="spellStart"/>
            <w:r w:rsidRPr="00626CCD">
              <w:rPr>
                <w:sz w:val="56"/>
                <w:szCs w:val="56"/>
              </w:rPr>
              <w:t>it</w:t>
            </w:r>
            <w:proofErr w:type="spellEnd"/>
          </w:p>
        </w:tc>
      </w:tr>
      <w:tr w:rsidR="00467A2C" w:rsidRPr="00626CCD" w14:paraId="758964AE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47BEC77" w14:textId="59667797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nous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212B37E5" w14:textId="671FCD1D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120C1B8B" w14:textId="5B0C5C71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issons</w:t>
            </w:r>
          </w:p>
        </w:tc>
      </w:tr>
      <w:tr w:rsidR="00467A2C" w:rsidRPr="00626CCD" w14:paraId="2E2606AB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3652DD67" w14:textId="4B06B83E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vous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2404799C" w14:textId="32BCF923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5ABA0A32" w14:textId="754B0BB0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issez</w:t>
            </w:r>
          </w:p>
        </w:tc>
      </w:tr>
      <w:tr w:rsidR="00467A2C" w:rsidRPr="00626CCD" w14:paraId="155976C6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4DB9FDF3" w14:textId="5BD6FAF0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ils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73502EFD" w14:textId="411A9431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66278656" w14:textId="3484D01C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issent</w:t>
            </w:r>
          </w:p>
        </w:tc>
      </w:tr>
      <w:tr w:rsidR="00467A2C" w:rsidRPr="00626CCD" w14:paraId="3BC9BE7F" w14:textId="77777777" w:rsidTr="00640902">
        <w:trPr>
          <w:trHeight w:val="1701"/>
        </w:trPr>
        <w:tc>
          <w:tcPr>
            <w:tcW w:w="3018" w:type="dxa"/>
            <w:vAlign w:val="center"/>
          </w:tcPr>
          <w:p w14:paraId="0E91C59E" w14:textId="4DD01AEF" w:rsidR="00467A2C" w:rsidRPr="00626CCD" w:rsidRDefault="00467A2C" w:rsidP="0005346E">
            <w:pPr>
              <w:rPr>
                <w:sz w:val="56"/>
                <w:szCs w:val="56"/>
                <w:shd w:val="clear" w:color="auto" w:fill="FFFFFF"/>
              </w:rPr>
            </w:pPr>
            <w:r w:rsidRPr="00626CCD">
              <w:rPr>
                <w:sz w:val="56"/>
                <w:szCs w:val="56"/>
                <w:shd w:val="clear" w:color="auto" w:fill="FFFFFF"/>
              </w:rPr>
              <w:t>elles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0956EBE2" w14:textId="51E169BA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fin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66A3FA64" w14:textId="626A16AC" w:rsidR="00467A2C" w:rsidRPr="00626CCD" w:rsidRDefault="00467A2C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issent</w:t>
            </w:r>
          </w:p>
        </w:tc>
      </w:tr>
      <w:tr w:rsidR="00894506" w:rsidRPr="00626CCD" w14:paraId="5C7CD4F1" w14:textId="77777777" w:rsidTr="00640902">
        <w:trPr>
          <w:trHeight w:val="1701"/>
        </w:trPr>
        <w:tc>
          <w:tcPr>
            <w:tcW w:w="3018" w:type="dxa"/>
            <w:shd w:val="clear" w:color="auto" w:fill="BDD6EE" w:themeFill="accent5" w:themeFillTint="66"/>
            <w:vAlign w:val="center"/>
          </w:tcPr>
          <w:p w14:paraId="38DEB54A" w14:textId="1E1C143E" w:rsidR="00894506" w:rsidRPr="00626CCD" w:rsidRDefault="0089450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1er groupe</w:t>
            </w:r>
          </w:p>
        </w:tc>
        <w:tc>
          <w:tcPr>
            <w:tcW w:w="3019" w:type="dxa"/>
            <w:shd w:val="clear" w:color="auto" w:fill="C5E0B3" w:themeFill="accent6" w:themeFillTint="66"/>
            <w:vAlign w:val="center"/>
          </w:tcPr>
          <w:p w14:paraId="52DD971F" w14:textId="74916B96" w:rsidR="00894506" w:rsidRPr="00626CCD" w:rsidRDefault="0089450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2</w:t>
            </w:r>
            <w:r w:rsidRPr="00626CCD">
              <w:rPr>
                <w:sz w:val="56"/>
                <w:szCs w:val="56"/>
                <w:vertAlign w:val="superscript"/>
              </w:rPr>
              <w:t>e</w:t>
            </w:r>
            <w:r w:rsidRPr="00626CCD">
              <w:rPr>
                <w:sz w:val="56"/>
                <w:szCs w:val="56"/>
              </w:rPr>
              <w:t xml:space="preserve"> groupe</w:t>
            </w:r>
          </w:p>
        </w:tc>
        <w:tc>
          <w:tcPr>
            <w:tcW w:w="3019" w:type="dxa"/>
            <w:shd w:val="clear" w:color="auto" w:fill="BF8F00" w:themeFill="accent4" w:themeFillShade="BF"/>
            <w:vAlign w:val="center"/>
          </w:tcPr>
          <w:p w14:paraId="19FB65CB" w14:textId="0369EE32" w:rsidR="00894506" w:rsidRPr="00626CCD" w:rsidRDefault="00894506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3</w:t>
            </w:r>
            <w:r w:rsidRPr="00626CCD">
              <w:rPr>
                <w:sz w:val="56"/>
                <w:szCs w:val="56"/>
                <w:vertAlign w:val="superscript"/>
              </w:rPr>
              <w:t>e</w:t>
            </w:r>
            <w:r w:rsidRPr="00626CCD">
              <w:rPr>
                <w:sz w:val="56"/>
                <w:szCs w:val="56"/>
              </w:rPr>
              <w:t xml:space="preserve"> groupe</w:t>
            </w:r>
          </w:p>
        </w:tc>
      </w:tr>
      <w:tr w:rsidR="00C071ED" w:rsidRPr="00626CCD" w14:paraId="66980A5F" w14:textId="77777777" w:rsidTr="00640902">
        <w:trPr>
          <w:trHeight w:val="1701"/>
        </w:trPr>
        <w:tc>
          <w:tcPr>
            <w:tcW w:w="3018" w:type="dxa"/>
            <w:shd w:val="clear" w:color="auto" w:fill="auto"/>
            <w:vAlign w:val="center"/>
          </w:tcPr>
          <w:p w14:paraId="62C44AF2" w14:textId="114CA1C4" w:rsidR="00C071ED" w:rsidRPr="00626CCD" w:rsidRDefault="00C071ED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Présent</w:t>
            </w:r>
          </w:p>
        </w:tc>
        <w:tc>
          <w:tcPr>
            <w:tcW w:w="3019" w:type="dxa"/>
            <w:shd w:val="clear" w:color="auto" w:fill="auto"/>
            <w:vAlign w:val="center"/>
          </w:tcPr>
          <w:p w14:paraId="1F7C15B6" w14:textId="627D35F8" w:rsidR="0005346E" w:rsidRPr="00626CCD" w:rsidRDefault="00C071ED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Imparfait</w:t>
            </w:r>
          </w:p>
        </w:tc>
        <w:tc>
          <w:tcPr>
            <w:tcW w:w="3019" w:type="dxa"/>
            <w:shd w:val="clear" w:color="auto" w:fill="auto"/>
            <w:vAlign w:val="center"/>
          </w:tcPr>
          <w:p w14:paraId="76599AE4" w14:textId="503CF5A4" w:rsidR="00C071ED" w:rsidRPr="00626CCD" w:rsidRDefault="00C071ED" w:rsidP="0005346E">
            <w:pPr>
              <w:rPr>
                <w:sz w:val="56"/>
                <w:szCs w:val="56"/>
              </w:rPr>
            </w:pPr>
            <w:r w:rsidRPr="00626CCD">
              <w:rPr>
                <w:sz w:val="56"/>
                <w:szCs w:val="56"/>
              </w:rPr>
              <w:t>In</w:t>
            </w:r>
            <w:r w:rsidR="00F95B70" w:rsidRPr="00626CCD">
              <w:rPr>
                <w:sz w:val="56"/>
                <w:szCs w:val="56"/>
              </w:rPr>
              <w:t>finitif</w:t>
            </w:r>
          </w:p>
        </w:tc>
      </w:tr>
    </w:tbl>
    <w:p w14:paraId="740E6E13" w14:textId="77777777" w:rsidR="00894506" w:rsidRPr="000D6A29" w:rsidRDefault="00894506" w:rsidP="00F95B70">
      <w:pPr>
        <w:jc w:val="both"/>
      </w:pPr>
    </w:p>
    <w:sectPr w:rsidR="00894506" w:rsidRPr="000D6A29" w:rsidSect="0005346E">
      <w:footerReference w:type="even" r:id="rId7"/>
      <w:footerReference w:type="default" r:id="rId8"/>
      <w:pgSz w:w="11900" w:h="16840"/>
      <w:pgMar w:top="851" w:right="1134" w:bottom="851" w:left="1134" w:header="709" w:footer="680" w:gutter="0"/>
      <w:cols w:space="708"/>
      <w:docGrid w:linePitch="5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1270" w14:textId="77777777" w:rsidR="00040ED8" w:rsidRDefault="00040ED8" w:rsidP="00467A2C">
      <w:r>
        <w:separator/>
      </w:r>
    </w:p>
  </w:endnote>
  <w:endnote w:type="continuationSeparator" w:id="0">
    <w:p w14:paraId="6D36E023" w14:textId="77777777" w:rsidR="00040ED8" w:rsidRDefault="00040ED8" w:rsidP="0046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97459141"/>
      <w:docPartObj>
        <w:docPartGallery w:val="Page Numbers (Bottom of Page)"/>
        <w:docPartUnique/>
      </w:docPartObj>
    </w:sdtPr>
    <w:sdtContent>
      <w:p w14:paraId="3349E89F" w14:textId="3419E41F" w:rsidR="00F6329E" w:rsidRDefault="00F6329E" w:rsidP="00467A2C">
        <w:pPr>
          <w:pStyle w:val="Pieddepage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5346E">
          <w:rPr>
            <w:rStyle w:val="Numrodepage"/>
            <w:noProof/>
          </w:rPr>
          <w:t>4</w:t>
        </w:r>
        <w:r>
          <w:rPr>
            <w:rStyle w:val="Numrodepage"/>
          </w:rPr>
          <w:fldChar w:fldCharType="end"/>
        </w:r>
      </w:p>
    </w:sdtContent>
  </w:sdt>
  <w:p w14:paraId="356DD828" w14:textId="77777777" w:rsidR="00F6329E" w:rsidRDefault="00F6329E" w:rsidP="00467A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37EB" w14:textId="77777777" w:rsidR="00F6329E" w:rsidRDefault="00F6329E" w:rsidP="0005346E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7085B" w14:textId="77777777" w:rsidR="00040ED8" w:rsidRDefault="00040ED8" w:rsidP="00467A2C">
      <w:r>
        <w:separator/>
      </w:r>
    </w:p>
  </w:footnote>
  <w:footnote w:type="continuationSeparator" w:id="0">
    <w:p w14:paraId="582CFB6E" w14:textId="77777777" w:rsidR="00040ED8" w:rsidRDefault="00040ED8" w:rsidP="00467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7623A"/>
    <w:multiLevelType w:val="hybridMultilevel"/>
    <w:tmpl w:val="179031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107C4F"/>
    <w:multiLevelType w:val="hybridMultilevel"/>
    <w:tmpl w:val="C0A4F1C0"/>
    <w:lvl w:ilvl="0" w:tplc="9FF027A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20102"/>
    <w:multiLevelType w:val="hybridMultilevel"/>
    <w:tmpl w:val="1480DE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815C1"/>
    <w:multiLevelType w:val="hybridMultilevel"/>
    <w:tmpl w:val="5B0C56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141398">
    <w:abstractNumId w:val="3"/>
  </w:num>
  <w:num w:numId="2" w16cid:durableId="766267143">
    <w:abstractNumId w:val="2"/>
  </w:num>
  <w:num w:numId="3" w16cid:durableId="1276601463">
    <w:abstractNumId w:val="1"/>
  </w:num>
  <w:num w:numId="4" w16cid:durableId="127540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65E"/>
    <w:rsid w:val="0000491C"/>
    <w:rsid w:val="00035305"/>
    <w:rsid w:val="00040ED8"/>
    <w:rsid w:val="0005346E"/>
    <w:rsid w:val="000737C2"/>
    <w:rsid w:val="00084A32"/>
    <w:rsid w:val="000C2D81"/>
    <w:rsid w:val="000C3504"/>
    <w:rsid w:val="000D6A29"/>
    <w:rsid w:val="00102C08"/>
    <w:rsid w:val="001447F1"/>
    <w:rsid w:val="00164FAE"/>
    <w:rsid w:val="001C6501"/>
    <w:rsid w:val="001F4C6F"/>
    <w:rsid w:val="00242B93"/>
    <w:rsid w:val="002A40B2"/>
    <w:rsid w:val="002E273E"/>
    <w:rsid w:val="0034587C"/>
    <w:rsid w:val="00395B8E"/>
    <w:rsid w:val="003D1C02"/>
    <w:rsid w:val="004064E5"/>
    <w:rsid w:val="004266DE"/>
    <w:rsid w:val="00435C5C"/>
    <w:rsid w:val="00465972"/>
    <w:rsid w:val="00467A2C"/>
    <w:rsid w:val="00470FC0"/>
    <w:rsid w:val="004959E2"/>
    <w:rsid w:val="004A4B7E"/>
    <w:rsid w:val="00500D99"/>
    <w:rsid w:val="005026DC"/>
    <w:rsid w:val="00505853"/>
    <w:rsid w:val="005367AA"/>
    <w:rsid w:val="005E1DB3"/>
    <w:rsid w:val="00626CCD"/>
    <w:rsid w:val="00640902"/>
    <w:rsid w:val="006A55E5"/>
    <w:rsid w:val="00700772"/>
    <w:rsid w:val="007054E2"/>
    <w:rsid w:val="00723F6A"/>
    <w:rsid w:val="00742F90"/>
    <w:rsid w:val="00787F7B"/>
    <w:rsid w:val="007B57F6"/>
    <w:rsid w:val="007C59A5"/>
    <w:rsid w:val="007D5A75"/>
    <w:rsid w:val="00894506"/>
    <w:rsid w:val="008B652C"/>
    <w:rsid w:val="008C2BDB"/>
    <w:rsid w:val="008E7C11"/>
    <w:rsid w:val="009E381F"/>
    <w:rsid w:val="009F1FEA"/>
    <w:rsid w:val="00A44F82"/>
    <w:rsid w:val="00A7175E"/>
    <w:rsid w:val="00AA624C"/>
    <w:rsid w:val="00AC07E0"/>
    <w:rsid w:val="00AC10FF"/>
    <w:rsid w:val="00AC16E2"/>
    <w:rsid w:val="00AE006E"/>
    <w:rsid w:val="00AE09DD"/>
    <w:rsid w:val="00B15766"/>
    <w:rsid w:val="00B8109E"/>
    <w:rsid w:val="00B87E57"/>
    <w:rsid w:val="00BA0090"/>
    <w:rsid w:val="00C071ED"/>
    <w:rsid w:val="00C1340F"/>
    <w:rsid w:val="00C66827"/>
    <w:rsid w:val="00C91433"/>
    <w:rsid w:val="00D17ABF"/>
    <w:rsid w:val="00DF79C4"/>
    <w:rsid w:val="00E3269E"/>
    <w:rsid w:val="00E3516B"/>
    <w:rsid w:val="00EC3ADB"/>
    <w:rsid w:val="00F2265E"/>
    <w:rsid w:val="00F51D24"/>
    <w:rsid w:val="00F6329E"/>
    <w:rsid w:val="00F776EB"/>
    <w:rsid w:val="00F80924"/>
    <w:rsid w:val="00F920F0"/>
    <w:rsid w:val="00F95B70"/>
    <w:rsid w:val="00FD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B289"/>
  <w15:chartTrackingRefBased/>
  <w15:docId w15:val="{FB7F1835-EE7F-8D4B-B828-7B1A9CC2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A2C"/>
    <w:pPr>
      <w:spacing w:line="276" w:lineRule="auto"/>
      <w:jc w:val="center"/>
    </w:pPr>
    <w:rPr>
      <w:rFonts w:ascii="Arial" w:hAnsi="Arial" w:cs="Arial"/>
      <w:spacing w:val="10"/>
      <w:sz w:val="44"/>
      <w:szCs w:val="4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C07E0"/>
    <w:pPr>
      <w:keepNext/>
      <w:keepLines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91433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4B7E"/>
    <w:pPr>
      <w:keepNext/>
      <w:keepLines/>
      <w:spacing w:before="40"/>
      <w:outlineLvl w:val="2"/>
    </w:pPr>
    <w:rPr>
      <w:rFonts w:eastAsiaTheme="majorEastAsia" w:cstheme="majorBidi"/>
      <w:b/>
      <w:color w:val="5B9BD5" w:themeColor="accent5"/>
    </w:rPr>
  </w:style>
  <w:style w:type="paragraph" w:styleId="Titre4">
    <w:name w:val="heading 4"/>
    <w:basedOn w:val="Normal"/>
    <w:next w:val="Normal"/>
    <w:link w:val="Titre4Car"/>
    <w:autoRedefine/>
    <w:uiPriority w:val="9"/>
    <w:semiHidden/>
    <w:unhideWhenUsed/>
    <w:qFormat/>
    <w:rsid w:val="0034587C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C07E0"/>
    <w:rPr>
      <w:rFonts w:ascii="Arial" w:eastAsiaTheme="majorEastAsia" w:hAnsi="Arial" w:cstheme="majorBidi"/>
      <w:b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91433"/>
    <w:rPr>
      <w:rFonts w:ascii="Arial" w:eastAsiaTheme="majorEastAsia" w:hAnsi="Arial" w:cstheme="majorBidi"/>
      <w:color w:val="2F5496" w:themeColor="accent1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A4B7E"/>
    <w:rPr>
      <w:rFonts w:ascii="Arial" w:eastAsiaTheme="majorEastAsia" w:hAnsi="Arial" w:cstheme="majorBidi"/>
      <w:b/>
      <w:color w:val="5B9BD5" w:themeColor="accent5"/>
      <w:sz w:val="22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34587C"/>
    <w:rPr>
      <w:rFonts w:ascii="Arial" w:eastAsiaTheme="majorEastAsia" w:hAnsi="Arial" w:cstheme="majorBidi"/>
      <w:b/>
      <w:iCs/>
      <w:color w:val="000000" w:themeColor="text1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7B57F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32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329E"/>
    <w:rPr>
      <w:rFonts w:ascii="Arial" w:hAnsi="Arial" w:cs="Times New Roman"/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32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329E"/>
    <w:rPr>
      <w:rFonts w:ascii="Arial" w:hAnsi="Arial" w:cs="Times New Roman"/>
      <w:sz w:val="22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F6329E"/>
  </w:style>
  <w:style w:type="table" w:styleId="Grilledutableau">
    <w:name w:val="Table Grid"/>
    <w:basedOn w:val="TableauNormal"/>
    <w:uiPriority w:val="39"/>
    <w:rsid w:val="00F22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olicepardfaut"/>
    <w:rsid w:val="00F22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ureliecorday/Library/Group%20Containers/UBF8T346G9.Office/User%20Content.localized/Templates.localized/modeleword_aureli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modeleword_aurelie.dotx</Template>
  <TotalTime>38</TotalTime>
  <Pages>9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Aurélie Corday</cp:lastModifiedBy>
  <cp:revision>8</cp:revision>
  <dcterms:created xsi:type="dcterms:W3CDTF">2023-02-27T15:45:00Z</dcterms:created>
  <dcterms:modified xsi:type="dcterms:W3CDTF">2023-02-27T16:32:00Z</dcterms:modified>
</cp:coreProperties>
</file>