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B7D31" w14:textId="5C49113A" w:rsidR="00CD22F3" w:rsidRDefault="00CB7162" w:rsidP="00CD7313">
      <w:pPr>
        <w:jc w:val="center"/>
        <w:rPr>
          <w:rFonts w:ascii="Century Gothic" w:hAnsi="Century Gothic"/>
          <w:b/>
          <w:color w:val="4472C4" w:themeColor="accent1"/>
          <w:sz w:val="36"/>
        </w:rPr>
      </w:pPr>
      <w:r w:rsidRPr="00CB7162">
        <w:rPr>
          <w:rFonts w:ascii="Century Gothic" w:hAnsi="Century Gothic"/>
          <w:b/>
          <w:color w:val="4472C4" w:themeColor="accent1"/>
          <w:sz w:val="36"/>
        </w:rPr>
        <w:t xml:space="preserve">Planification </w:t>
      </w:r>
      <w:r w:rsidR="00B345F1">
        <w:rPr>
          <w:rFonts w:ascii="Century Gothic" w:hAnsi="Century Gothic"/>
          <w:b/>
          <w:color w:val="4472C4" w:themeColor="accent1"/>
          <w:sz w:val="36"/>
        </w:rPr>
        <w:t>an</w:t>
      </w:r>
      <w:r w:rsidR="00497A2E">
        <w:rPr>
          <w:rFonts w:ascii="Century Gothic" w:hAnsi="Century Gothic"/>
          <w:b/>
          <w:color w:val="4472C4" w:themeColor="accent1"/>
          <w:sz w:val="36"/>
        </w:rPr>
        <w:t>n</w:t>
      </w:r>
      <w:r w:rsidR="00B345F1">
        <w:rPr>
          <w:rFonts w:ascii="Century Gothic" w:hAnsi="Century Gothic"/>
          <w:b/>
          <w:color w:val="4472C4" w:themeColor="accent1"/>
          <w:sz w:val="36"/>
        </w:rPr>
        <w:t>uelle</w:t>
      </w:r>
    </w:p>
    <w:p w14:paraId="221E84EA" w14:textId="77777777" w:rsidR="00CB7162" w:rsidRPr="00CB7162" w:rsidRDefault="00CB7162" w:rsidP="00406B5D">
      <w:pPr>
        <w:rPr>
          <w:rFonts w:ascii="Century Gothic" w:hAnsi="Century Gothic"/>
          <w:sz w:val="36"/>
        </w:rPr>
      </w:pPr>
    </w:p>
    <w:p w14:paraId="07DDBCC3" w14:textId="7A8D2AB0" w:rsidR="00CB7162" w:rsidRDefault="00CB7162" w:rsidP="00CB7162">
      <w:pPr>
        <w:rPr>
          <w:rFonts w:ascii="Century Gothic" w:hAnsi="Century Gothic"/>
          <w:sz w:val="28"/>
        </w:rPr>
      </w:pPr>
      <w:r w:rsidRPr="00CB7162">
        <w:rPr>
          <w:rFonts w:ascii="Century Gothic" w:hAnsi="Century Gothic"/>
          <w:b/>
          <w:sz w:val="28"/>
        </w:rPr>
        <w:t>Matière :</w:t>
      </w:r>
      <w:r w:rsidRPr="00CB7162">
        <w:rPr>
          <w:rFonts w:ascii="Century Gothic" w:hAnsi="Century Gothic"/>
          <w:sz w:val="28"/>
        </w:rPr>
        <w:tab/>
      </w:r>
      <w:r w:rsidRPr="00CB7162">
        <w:rPr>
          <w:rFonts w:ascii="Century Gothic" w:hAnsi="Century Gothic"/>
          <w:sz w:val="28"/>
        </w:rPr>
        <w:tab/>
      </w:r>
      <w:r w:rsidRPr="00CB7162">
        <w:rPr>
          <w:rFonts w:ascii="Century Gothic" w:hAnsi="Century Gothic"/>
          <w:sz w:val="28"/>
        </w:rPr>
        <w:tab/>
      </w:r>
      <w:r w:rsidR="00534AD5">
        <w:rPr>
          <w:rFonts w:ascii="Century Gothic" w:hAnsi="Century Gothic"/>
          <w:sz w:val="28"/>
        </w:rPr>
        <w:t>.</w:t>
      </w:r>
    </w:p>
    <w:p w14:paraId="609F2E59" w14:textId="19387CA7" w:rsidR="00CB7162" w:rsidRPr="00CB7162" w:rsidRDefault="00CB7162" w:rsidP="00CB7162">
      <w:pPr>
        <w:rPr>
          <w:rFonts w:ascii="Century Gothic" w:hAnsi="Century Gothic"/>
          <w:sz w:val="28"/>
        </w:rPr>
      </w:pPr>
      <w:r w:rsidRPr="00CB7162">
        <w:rPr>
          <w:rFonts w:ascii="Century Gothic" w:hAnsi="Century Gothic"/>
          <w:b/>
          <w:sz w:val="28"/>
        </w:rPr>
        <w:t>Thème</w:t>
      </w:r>
      <w:r w:rsidR="000C305F">
        <w:rPr>
          <w:rFonts w:ascii="Century Gothic" w:hAnsi="Century Gothic"/>
          <w:b/>
          <w:sz w:val="28"/>
        </w:rPr>
        <w:t>s</w:t>
      </w:r>
      <w:r w:rsidRPr="00CB7162">
        <w:rPr>
          <w:rFonts w:ascii="Century Gothic" w:hAnsi="Century Gothic"/>
          <w:b/>
          <w:sz w:val="28"/>
        </w:rPr>
        <w:t> :</w:t>
      </w:r>
      <w:r w:rsidRPr="00CB7162">
        <w:rPr>
          <w:rFonts w:ascii="Century Gothic" w:hAnsi="Century Gothic"/>
          <w:b/>
          <w:sz w:val="28"/>
        </w:rPr>
        <w:tab/>
      </w:r>
      <w:r>
        <w:rPr>
          <w:rFonts w:ascii="Century Gothic" w:hAnsi="Century Gothic"/>
          <w:sz w:val="28"/>
        </w:rPr>
        <w:tab/>
      </w:r>
      <w:r w:rsidR="00CD7313">
        <w:rPr>
          <w:rFonts w:ascii="Century Gothic" w:hAnsi="Century Gothic"/>
          <w:sz w:val="28"/>
        </w:rPr>
        <w:tab/>
      </w:r>
      <w:r w:rsidR="00534AD5">
        <w:rPr>
          <w:rFonts w:ascii="Century Gothic" w:hAnsi="Century Gothic"/>
          <w:sz w:val="28"/>
        </w:rPr>
        <w:t>.</w:t>
      </w:r>
    </w:p>
    <w:p w14:paraId="55C1FE4C" w14:textId="18A6CFD4" w:rsidR="00CB7162" w:rsidRPr="00CB7162" w:rsidRDefault="00CB7162" w:rsidP="00CB7162">
      <w:pPr>
        <w:rPr>
          <w:rFonts w:ascii="Century Gothic" w:hAnsi="Century Gothic"/>
          <w:sz w:val="28"/>
        </w:rPr>
      </w:pPr>
      <w:r w:rsidRPr="00CB7162">
        <w:rPr>
          <w:rFonts w:ascii="Century Gothic" w:hAnsi="Century Gothic"/>
          <w:b/>
          <w:sz w:val="28"/>
        </w:rPr>
        <w:t>Année :</w:t>
      </w:r>
      <w:r w:rsidRPr="00CB7162">
        <w:rPr>
          <w:rFonts w:ascii="Century Gothic" w:hAnsi="Century Gothic"/>
          <w:sz w:val="28"/>
        </w:rPr>
        <w:tab/>
      </w:r>
      <w:r w:rsidRPr="00CB7162">
        <w:rPr>
          <w:rFonts w:ascii="Century Gothic" w:hAnsi="Century Gothic"/>
          <w:sz w:val="28"/>
        </w:rPr>
        <w:tab/>
      </w:r>
      <w:r w:rsidRPr="00CB7162">
        <w:rPr>
          <w:rFonts w:ascii="Century Gothic" w:hAnsi="Century Gothic"/>
          <w:sz w:val="28"/>
        </w:rPr>
        <w:tab/>
      </w:r>
      <w:r w:rsidR="00534AD5">
        <w:rPr>
          <w:rFonts w:ascii="Century Gothic" w:hAnsi="Century Gothic"/>
          <w:sz w:val="28"/>
        </w:rPr>
        <w:t>.</w:t>
      </w:r>
    </w:p>
    <w:p w14:paraId="0E458E04" w14:textId="08BD1D1C" w:rsidR="00CB7162" w:rsidRDefault="00CB7162" w:rsidP="00CB7162">
      <w:pPr>
        <w:rPr>
          <w:rFonts w:ascii="Century Gothic" w:hAnsi="Century Gothic"/>
          <w:sz w:val="28"/>
        </w:rPr>
      </w:pPr>
      <w:r w:rsidRPr="00CB7162">
        <w:rPr>
          <w:rFonts w:ascii="Century Gothic" w:hAnsi="Century Gothic"/>
          <w:b/>
          <w:sz w:val="28"/>
        </w:rPr>
        <w:t>Nb de séances</w:t>
      </w:r>
      <w:r w:rsidRPr="00CB7162">
        <w:rPr>
          <w:rFonts w:ascii="Century Gothic" w:hAnsi="Century Gothic"/>
          <w:sz w:val="28"/>
        </w:rPr>
        <w:t> :</w:t>
      </w:r>
      <w:r w:rsidRPr="00CB7162">
        <w:rPr>
          <w:rFonts w:ascii="Century Gothic" w:hAnsi="Century Gothic"/>
          <w:sz w:val="28"/>
        </w:rPr>
        <w:tab/>
      </w:r>
      <w:r w:rsidR="00534AD5">
        <w:rPr>
          <w:rFonts w:ascii="Century Gothic" w:hAnsi="Century Gothic"/>
          <w:sz w:val="28"/>
        </w:rPr>
        <w:t>.</w:t>
      </w:r>
    </w:p>
    <w:p w14:paraId="1D65F237" w14:textId="77777777" w:rsidR="00CB7162" w:rsidRDefault="00CB7162" w:rsidP="00CB7162">
      <w:pPr>
        <w:pBdr>
          <w:bottom w:val="single" w:sz="12" w:space="1" w:color="auto"/>
        </w:pBdr>
        <w:rPr>
          <w:rFonts w:ascii="Century Gothic" w:hAnsi="Century Gothic"/>
          <w:sz w:val="28"/>
        </w:rPr>
      </w:pPr>
    </w:p>
    <w:p w14:paraId="6B09FBBF" w14:textId="77777777" w:rsidR="00CB7162" w:rsidRDefault="00CB7162" w:rsidP="00CB7162">
      <w:pPr>
        <w:rPr>
          <w:rFonts w:ascii="Century Gothic" w:hAnsi="Century Gothic"/>
          <w:sz w:val="28"/>
        </w:rPr>
      </w:pPr>
    </w:p>
    <w:p w14:paraId="790BD16F" w14:textId="5A1278C3" w:rsidR="00CB7162" w:rsidRPr="00534AD5" w:rsidRDefault="00CB7162" w:rsidP="00CB7162">
      <w:pPr>
        <w:rPr>
          <w:rFonts w:ascii="Century Gothic" w:hAnsi="Century Gothic"/>
          <w:bCs/>
          <w:color w:val="FF0000"/>
          <w:sz w:val="28"/>
        </w:rPr>
      </w:pPr>
      <w:r w:rsidRPr="00D500B8">
        <w:rPr>
          <w:rFonts w:ascii="Century Gothic" w:hAnsi="Century Gothic"/>
          <w:b/>
          <w:color w:val="4472C4" w:themeColor="accent1"/>
          <w:sz w:val="28"/>
        </w:rPr>
        <w:t xml:space="preserve">Découpage </w:t>
      </w:r>
      <w:r w:rsidR="00B345F1">
        <w:rPr>
          <w:rFonts w:ascii="Century Gothic" w:hAnsi="Century Gothic"/>
          <w:b/>
          <w:color w:val="4472C4" w:themeColor="accent1"/>
          <w:sz w:val="28"/>
        </w:rPr>
        <w:t>annuel</w:t>
      </w:r>
      <w:r w:rsidRPr="00D500B8">
        <w:rPr>
          <w:rFonts w:ascii="Century Gothic" w:hAnsi="Century Gothic"/>
          <w:b/>
          <w:color w:val="4472C4" w:themeColor="accent1"/>
          <w:sz w:val="28"/>
        </w:rPr>
        <w:t> :</w:t>
      </w:r>
    </w:p>
    <w:p w14:paraId="556E83B0" w14:textId="364D160C" w:rsidR="00CB7162" w:rsidRPr="00534AD5" w:rsidRDefault="00534AD5" w:rsidP="00534AD5">
      <w:pPr>
        <w:pStyle w:val="Paragraphedeliste"/>
        <w:numPr>
          <w:ilvl w:val="0"/>
          <w:numId w:val="8"/>
        </w:numPr>
        <w:ind w:right="420"/>
        <w:jc w:val="right"/>
        <w:rPr>
          <w:rFonts w:ascii="Century Gothic" w:hAnsi="Century Gothic"/>
          <w:bCs/>
          <w:color w:val="FF0000"/>
          <w:sz w:val="28"/>
        </w:rPr>
      </w:pPr>
      <w:r w:rsidRPr="00534AD5">
        <w:rPr>
          <w:rFonts w:ascii="Century Gothic" w:hAnsi="Century Gothic"/>
          <w:bCs/>
          <w:color w:val="FF0000"/>
          <w:sz w:val="28"/>
        </w:rPr>
        <w:t>Vacances</w:t>
      </w:r>
    </w:p>
    <w:tbl>
      <w:tblPr>
        <w:tblW w:w="907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8"/>
        <w:gridCol w:w="3109"/>
        <w:gridCol w:w="5160"/>
      </w:tblGrid>
      <w:tr w:rsidR="00883EC1" w:rsidRPr="00CB7162" w14:paraId="23BE30D1" w14:textId="77777777" w:rsidTr="00883EC1">
        <w:trPr>
          <w:trHeight w:val="502"/>
          <w:jc w:val="center"/>
        </w:trPr>
        <w:tc>
          <w:tcPr>
            <w:tcW w:w="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BED43A" w14:textId="1335B531" w:rsidR="00883EC1" w:rsidRPr="00B345F1" w:rsidRDefault="00883EC1" w:rsidP="00883EC1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</w:rPr>
              <w:t>Sem</w:t>
            </w:r>
          </w:p>
        </w:tc>
        <w:tc>
          <w:tcPr>
            <w:tcW w:w="3109" w:type="dxa"/>
            <w:tcBorders>
              <w:top w:val="single" w:sz="8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2E06E04" w14:textId="77777777" w:rsidR="00883EC1" w:rsidRPr="004C6B27" w:rsidRDefault="00883EC1" w:rsidP="00CB7162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Thème</w:t>
            </w:r>
          </w:p>
        </w:tc>
        <w:tc>
          <w:tcPr>
            <w:tcW w:w="5160" w:type="dxa"/>
            <w:tcBorders>
              <w:top w:val="single" w:sz="8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6E96B17" w14:textId="77777777" w:rsidR="00883EC1" w:rsidRPr="004C6B27" w:rsidRDefault="00883EC1" w:rsidP="00CB7162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Objectifs</w:t>
            </w:r>
            <w:r>
              <w:rPr>
                <w:rFonts w:ascii="Century Gothic" w:eastAsia="Times New Roman" w:hAnsi="Century Gothic" w:cs="Calibri"/>
                <w:b/>
                <w:color w:val="000000"/>
              </w:rPr>
              <w:t xml:space="preserve"> / sous thème</w:t>
            </w:r>
          </w:p>
        </w:tc>
      </w:tr>
      <w:tr w:rsidR="00883EC1" w:rsidRPr="00CB7162" w14:paraId="7255C931" w14:textId="77777777" w:rsidTr="00883EC1">
        <w:trPr>
          <w:trHeight w:val="482"/>
          <w:jc w:val="center"/>
        </w:trPr>
        <w:tc>
          <w:tcPr>
            <w:tcW w:w="808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2638523" w14:textId="4B0123BF" w:rsidR="00883EC1" w:rsidRPr="004C6B27" w:rsidRDefault="00883EC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1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99357B4" w14:textId="77777777" w:rsidR="00883EC1" w:rsidRPr="00CB7162" w:rsidRDefault="00883EC1" w:rsidP="00CD7313">
            <w:pPr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160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0434A2CA" w14:textId="4BD9B220" w:rsidR="00883EC1" w:rsidRPr="00CB7162" w:rsidRDefault="00883EC1" w:rsidP="00CD7313">
            <w:pPr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883EC1" w:rsidRPr="00CB7162" w14:paraId="00F5DB9A" w14:textId="77777777" w:rsidTr="00883EC1">
        <w:trPr>
          <w:trHeight w:val="482"/>
          <w:jc w:val="center"/>
        </w:trPr>
        <w:tc>
          <w:tcPr>
            <w:tcW w:w="80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0144446" w14:textId="78147B89" w:rsidR="00883EC1" w:rsidRPr="004C6B27" w:rsidRDefault="00883EC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2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2CC1F4D" w14:textId="77777777" w:rsidR="00883EC1" w:rsidRPr="00CB7162" w:rsidRDefault="00883EC1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160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1078AF9D" w14:textId="4E530AA4" w:rsidR="00883EC1" w:rsidRPr="00CB7162" w:rsidRDefault="00883EC1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883EC1" w:rsidRPr="00CB7162" w14:paraId="686C810C" w14:textId="77777777" w:rsidTr="00883EC1">
        <w:trPr>
          <w:trHeight w:val="482"/>
          <w:jc w:val="center"/>
        </w:trPr>
        <w:tc>
          <w:tcPr>
            <w:tcW w:w="80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F653F2" w14:textId="183D2F06" w:rsidR="00883EC1" w:rsidRPr="004C6B27" w:rsidRDefault="00883EC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11C8DA" w14:textId="77777777" w:rsidR="00883EC1" w:rsidRPr="00023B9D" w:rsidRDefault="00883EC1" w:rsidP="00455EED">
            <w:pPr>
              <w:jc w:val="center"/>
              <w:rPr>
                <w:rFonts w:ascii="Century Gothic" w:eastAsia="Times New Roman" w:hAnsi="Century Gothic" w:cs="Calibri"/>
              </w:rPr>
            </w:pPr>
          </w:p>
        </w:tc>
        <w:tc>
          <w:tcPr>
            <w:tcW w:w="5160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568C88E4" w14:textId="2859EE25" w:rsidR="00883EC1" w:rsidRPr="00023B9D" w:rsidRDefault="00883EC1" w:rsidP="00455EED">
            <w:pPr>
              <w:jc w:val="center"/>
              <w:rPr>
                <w:rFonts w:ascii="Century Gothic" w:eastAsia="Times New Roman" w:hAnsi="Century Gothic" w:cs="Calibri"/>
              </w:rPr>
            </w:pPr>
          </w:p>
        </w:tc>
      </w:tr>
      <w:tr w:rsidR="00883EC1" w:rsidRPr="00CB7162" w14:paraId="7E56A7AB" w14:textId="77777777" w:rsidTr="00883EC1">
        <w:trPr>
          <w:trHeight w:val="482"/>
          <w:jc w:val="center"/>
        </w:trPr>
        <w:tc>
          <w:tcPr>
            <w:tcW w:w="80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9F8A9E" w14:textId="38DCD6F4" w:rsidR="00883EC1" w:rsidRPr="004C6B27" w:rsidRDefault="00883EC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4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667D4C3" w14:textId="77777777" w:rsidR="00883EC1" w:rsidRPr="00CB7162" w:rsidRDefault="00883EC1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160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2B372A18" w14:textId="4F554C95" w:rsidR="00883EC1" w:rsidRPr="00CB7162" w:rsidRDefault="00883EC1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883EC1" w:rsidRPr="00CB7162" w14:paraId="519F60E8" w14:textId="77777777" w:rsidTr="00883EC1">
        <w:trPr>
          <w:trHeight w:val="482"/>
          <w:jc w:val="center"/>
        </w:trPr>
        <w:tc>
          <w:tcPr>
            <w:tcW w:w="80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6B39DD" w14:textId="2A78D0A2" w:rsidR="00883EC1" w:rsidRPr="004C6B27" w:rsidRDefault="00883EC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5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D4F204" w14:textId="77777777" w:rsidR="00883EC1" w:rsidRPr="00CB7162" w:rsidRDefault="00883EC1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160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598B5742" w14:textId="463DB1A5" w:rsidR="00883EC1" w:rsidRPr="00CB7162" w:rsidRDefault="00883EC1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883EC1" w:rsidRPr="00CB7162" w14:paraId="46A2C42E" w14:textId="77777777" w:rsidTr="00883EC1">
        <w:trPr>
          <w:trHeight w:val="482"/>
          <w:jc w:val="center"/>
        </w:trPr>
        <w:tc>
          <w:tcPr>
            <w:tcW w:w="80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558DA1" w14:textId="34061107" w:rsidR="00883EC1" w:rsidRPr="004C6B27" w:rsidRDefault="00883EC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6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6A36A9D" w14:textId="77777777" w:rsidR="00883EC1" w:rsidRPr="00CB7162" w:rsidRDefault="00883EC1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160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50221595" w14:textId="1C51BBEE" w:rsidR="00883EC1" w:rsidRPr="00CB7162" w:rsidRDefault="00883EC1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883EC1" w:rsidRPr="00CB7162" w14:paraId="2D0EC9E7" w14:textId="77777777" w:rsidTr="00534AD5">
        <w:trPr>
          <w:trHeight w:val="482"/>
          <w:jc w:val="center"/>
        </w:trPr>
        <w:tc>
          <w:tcPr>
            <w:tcW w:w="80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4CE463" w14:textId="7EC808DC" w:rsidR="00883EC1" w:rsidRPr="004C6B27" w:rsidRDefault="00883EC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7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32BA47A" w14:textId="77777777" w:rsidR="00883EC1" w:rsidRPr="00CB7162" w:rsidRDefault="00883EC1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160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4487E952" w14:textId="1922B2A2" w:rsidR="00883EC1" w:rsidRPr="00CB7162" w:rsidRDefault="00883EC1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883EC1" w:rsidRPr="00CB7162" w14:paraId="496D2E69" w14:textId="77777777" w:rsidTr="00534AD5">
        <w:trPr>
          <w:trHeight w:val="482"/>
          <w:jc w:val="center"/>
        </w:trPr>
        <w:tc>
          <w:tcPr>
            <w:tcW w:w="808" w:type="dxa"/>
            <w:tcBorders>
              <w:top w:val="single" w:sz="4" w:space="0" w:color="000000"/>
              <w:left w:val="single" w:sz="8" w:space="0" w:color="auto"/>
              <w:bottom w:val="single" w:sz="4" w:space="0" w:color="FF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6477F7" w14:textId="7EE1397D" w:rsidR="00883EC1" w:rsidRPr="004C6B27" w:rsidRDefault="00883EC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8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8" w:space="0" w:color="auto"/>
              <w:bottom w:val="single" w:sz="4" w:space="0" w:color="FF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DC852F0" w14:textId="77777777" w:rsidR="00883EC1" w:rsidRPr="00023B9D" w:rsidRDefault="00883EC1" w:rsidP="00023B9D">
            <w:pPr>
              <w:jc w:val="center"/>
              <w:rPr>
                <w:rFonts w:ascii="Century Gothic" w:eastAsia="Times New Roman" w:hAnsi="Century Gothic" w:cs="Calibri"/>
                <w:bCs/>
                <w:color w:val="000000"/>
              </w:rPr>
            </w:pPr>
          </w:p>
        </w:tc>
        <w:tc>
          <w:tcPr>
            <w:tcW w:w="5160" w:type="dxa"/>
            <w:tcBorders>
              <w:top w:val="single" w:sz="4" w:space="0" w:color="000000"/>
              <w:left w:val="single" w:sz="8" w:space="0" w:color="auto"/>
              <w:bottom w:val="single" w:sz="4" w:space="0" w:color="FF0000"/>
              <w:right w:val="dotted" w:sz="4" w:space="0" w:color="auto"/>
            </w:tcBorders>
            <w:shd w:val="clear" w:color="auto" w:fill="auto"/>
            <w:vAlign w:val="center"/>
          </w:tcPr>
          <w:p w14:paraId="64F94231" w14:textId="2C6585BC" w:rsidR="00883EC1" w:rsidRPr="00023B9D" w:rsidRDefault="00883EC1" w:rsidP="00023B9D">
            <w:pPr>
              <w:jc w:val="center"/>
              <w:rPr>
                <w:rFonts w:ascii="Century Gothic" w:eastAsia="Times New Roman" w:hAnsi="Century Gothic" w:cs="Calibri"/>
                <w:bCs/>
                <w:color w:val="000000"/>
              </w:rPr>
            </w:pPr>
          </w:p>
        </w:tc>
      </w:tr>
      <w:tr w:rsidR="00883EC1" w:rsidRPr="00CB7162" w14:paraId="1AC8CBFC" w14:textId="77777777" w:rsidTr="00534AD5">
        <w:trPr>
          <w:trHeight w:val="482"/>
          <w:jc w:val="center"/>
        </w:trPr>
        <w:tc>
          <w:tcPr>
            <w:tcW w:w="808" w:type="dxa"/>
            <w:tcBorders>
              <w:top w:val="single" w:sz="4" w:space="0" w:color="FF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9A5F76" w14:textId="180A6C34" w:rsidR="00883EC1" w:rsidRPr="004C6B27" w:rsidRDefault="00883EC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9</w:t>
            </w:r>
          </w:p>
        </w:tc>
        <w:tc>
          <w:tcPr>
            <w:tcW w:w="3109" w:type="dxa"/>
            <w:tcBorders>
              <w:top w:val="single" w:sz="4" w:space="0" w:color="FF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AE132C4" w14:textId="77777777" w:rsidR="00883EC1" w:rsidRPr="00CB7162" w:rsidRDefault="00883EC1" w:rsidP="00023B9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160" w:type="dxa"/>
            <w:tcBorders>
              <w:top w:val="single" w:sz="4" w:space="0" w:color="FF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319ACD75" w14:textId="180109C9" w:rsidR="00883EC1" w:rsidRPr="00CB7162" w:rsidRDefault="00883EC1" w:rsidP="00023B9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883EC1" w:rsidRPr="00CB7162" w14:paraId="56C352E5" w14:textId="77777777" w:rsidTr="00883EC1">
        <w:trPr>
          <w:trHeight w:val="482"/>
          <w:jc w:val="center"/>
        </w:trPr>
        <w:tc>
          <w:tcPr>
            <w:tcW w:w="80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4464B28" w14:textId="2187A132" w:rsidR="00883EC1" w:rsidRPr="004C6B27" w:rsidRDefault="00883EC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10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641832" w14:textId="77777777" w:rsidR="00883EC1" w:rsidRPr="00170F37" w:rsidRDefault="00883EC1" w:rsidP="004C21F9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160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0CE20AC1" w14:textId="4390B45C" w:rsidR="00883EC1" w:rsidRPr="00170F37" w:rsidRDefault="00883EC1" w:rsidP="004C21F9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883EC1" w:rsidRPr="00CB7162" w14:paraId="26A2F237" w14:textId="77777777" w:rsidTr="00883EC1">
        <w:trPr>
          <w:trHeight w:val="482"/>
          <w:jc w:val="center"/>
        </w:trPr>
        <w:tc>
          <w:tcPr>
            <w:tcW w:w="80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E5011A8" w14:textId="05BF73E2" w:rsidR="00883EC1" w:rsidRPr="004C6B27" w:rsidRDefault="00883EC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11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B9C3B03" w14:textId="77777777" w:rsidR="00883EC1" w:rsidRPr="00170F37" w:rsidRDefault="00883EC1" w:rsidP="00023B9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160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308CDA64" w14:textId="05168295" w:rsidR="00883EC1" w:rsidRPr="00170F37" w:rsidRDefault="00883EC1" w:rsidP="00023B9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883EC1" w:rsidRPr="00CB7162" w14:paraId="0AC16EE1" w14:textId="77777777" w:rsidTr="00883EC1">
        <w:trPr>
          <w:trHeight w:val="482"/>
          <w:jc w:val="center"/>
        </w:trPr>
        <w:tc>
          <w:tcPr>
            <w:tcW w:w="80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432FCB0" w14:textId="0C08803C" w:rsidR="00883EC1" w:rsidRPr="004C6B27" w:rsidRDefault="00883EC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12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77697B" w14:textId="77777777" w:rsidR="00883EC1" w:rsidRPr="00170F37" w:rsidRDefault="00883EC1" w:rsidP="00170F37">
            <w:pPr>
              <w:rPr>
                <w:rFonts w:ascii="Century Gothic" w:eastAsia="Times New Roman" w:hAnsi="Century Gothic" w:cs="Calibri"/>
                <w:i/>
                <w:iCs/>
                <w:color w:val="000000"/>
              </w:rPr>
            </w:pPr>
          </w:p>
        </w:tc>
        <w:tc>
          <w:tcPr>
            <w:tcW w:w="5160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0E0FAF36" w14:textId="67051805" w:rsidR="00883EC1" w:rsidRPr="00170F37" w:rsidRDefault="00883EC1" w:rsidP="00170F37">
            <w:pPr>
              <w:rPr>
                <w:rFonts w:ascii="Century Gothic" w:eastAsia="Times New Roman" w:hAnsi="Century Gothic" w:cs="Calibri"/>
                <w:i/>
                <w:iCs/>
                <w:color w:val="000000"/>
              </w:rPr>
            </w:pPr>
          </w:p>
        </w:tc>
      </w:tr>
      <w:tr w:rsidR="00883EC1" w:rsidRPr="00CB7162" w14:paraId="10CA3AF3" w14:textId="77777777" w:rsidTr="00883EC1">
        <w:trPr>
          <w:trHeight w:val="482"/>
          <w:jc w:val="center"/>
        </w:trPr>
        <w:tc>
          <w:tcPr>
            <w:tcW w:w="80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9C7736C" w14:textId="651A48B3" w:rsidR="00883EC1" w:rsidRPr="004C6B27" w:rsidRDefault="00883EC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13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A416A2" w14:textId="77777777" w:rsidR="00883EC1" w:rsidRPr="00170F37" w:rsidRDefault="00883EC1" w:rsidP="00023B9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160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2E04FF7D" w14:textId="54EA3FF2" w:rsidR="00883EC1" w:rsidRPr="00170F37" w:rsidRDefault="00883EC1" w:rsidP="00023B9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883EC1" w:rsidRPr="00CB7162" w14:paraId="48AC443B" w14:textId="77777777" w:rsidTr="00883EC1">
        <w:trPr>
          <w:trHeight w:val="482"/>
          <w:jc w:val="center"/>
        </w:trPr>
        <w:tc>
          <w:tcPr>
            <w:tcW w:w="80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9443C44" w14:textId="61F1E061" w:rsidR="00883EC1" w:rsidRPr="004C6B27" w:rsidRDefault="00883EC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14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24B7C3E" w14:textId="77777777" w:rsidR="00883EC1" w:rsidRPr="00170F37" w:rsidRDefault="00883EC1" w:rsidP="00170F37">
            <w:pPr>
              <w:rPr>
                <w:rFonts w:ascii="Century Gothic" w:eastAsia="Times New Roman" w:hAnsi="Century Gothic" w:cs="Calibri"/>
                <w:i/>
                <w:iCs/>
                <w:color w:val="000000"/>
              </w:rPr>
            </w:pPr>
          </w:p>
        </w:tc>
        <w:tc>
          <w:tcPr>
            <w:tcW w:w="5160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798D9C26" w14:textId="7746CDA0" w:rsidR="00883EC1" w:rsidRPr="00170F37" w:rsidRDefault="00883EC1" w:rsidP="00170F37">
            <w:pPr>
              <w:rPr>
                <w:rFonts w:ascii="Century Gothic" w:eastAsia="Times New Roman" w:hAnsi="Century Gothic" w:cs="Calibri"/>
                <w:i/>
                <w:iCs/>
                <w:color w:val="000000"/>
              </w:rPr>
            </w:pPr>
          </w:p>
        </w:tc>
      </w:tr>
      <w:tr w:rsidR="00883EC1" w:rsidRPr="00CB7162" w14:paraId="5B4AC599" w14:textId="77777777" w:rsidTr="005C13C9">
        <w:trPr>
          <w:trHeight w:val="482"/>
          <w:jc w:val="center"/>
        </w:trPr>
        <w:tc>
          <w:tcPr>
            <w:tcW w:w="80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3C270F7" w14:textId="22F42EC7" w:rsidR="00883EC1" w:rsidRPr="004C6B27" w:rsidRDefault="00883EC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15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ED04729" w14:textId="77777777" w:rsidR="00883EC1" w:rsidRPr="00170F37" w:rsidRDefault="00883EC1" w:rsidP="00023B9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160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7E5D45C6" w14:textId="57D9EFC5" w:rsidR="00883EC1" w:rsidRPr="00170F37" w:rsidRDefault="00883EC1" w:rsidP="00023B9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883EC1" w:rsidRPr="00CB7162" w14:paraId="0CB07628" w14:textId="77777777" w:rsidTr="005C13C9">
        <w:trPr>
          <w:trHeight w:val="482"/>
          <w:jc w:val="center"/>
        </w:trPr>
        <w:tc>
          <w:tcPr>
            <w:tcW w:w="808" w:type="dxa"/>
            <w:tcBorders>
              <w:top w:val="single" w:sz="4" w:space="0" w:color="000000"/>
              <w:left w:val="single" w:sz="8" w:space="0" w:color="auto"/>
              <w:bottom w:val="single" w:sz="4" w:space="0" w:color="FF0000"/>
              <w:right w:val="nil"/>
            </w:tcBorders>
            <w:shd w:val="clear" w:color="auto" w:fill="auto"/>
            <w:noWrap/>
            <w:vAlign w:val="center"/>
          </w:tcPr>
          <w:p w14:paraId="5E8B6468" w14:textId="55F4249D" w:rsidR="00883EC1" w:rsidRDefault="00883EC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16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8" w:space="0" w:color="auto"/>
              <w:bottom w:val="single" w:sz="4" w:space="0" w:color="FF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19FBB1C" w14:textId="77777777" w:rsidR="00883EC1" w:rsidRPr="00CB7162" w:rsidRDefault="00883EC1" w:rsidP="00455EE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160" w:type="dxa"/>
            <w:tcBorders>
              <w:top w:val="single" w:sz="4" w:space="0" w:color="000000"/>
              <w:left w:val="single" w:sz="8" w:space="0" w:color="auto"/>
              <w:bottom w:val="single" w:sz="4" w:space="0" w:color="FF0000"/>
              <w:right w:val="dotted" w:sz="4" w:space="0" w:color="auto"/>
            </w:tcBorders>
            <w:shd w:val="clear" w:color="auto" w:fill="auto"/>
            <w:vAlign w:val="center"/>
          </w:tcPr>
          <w:p w14:paraId="721AE42D" w14:textId="7ECDA0D3" w:rsidR="00883EC1" w:rsidRPr="00CB7162" w:rsidRDefault="00883EC1" w:rsidP="00455EE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883EC1" w:rsidRPr="00CB7162" w14:paraId="0773D60A" w14:textId="77777777" w:rsidTr="005C13C9">
        <w:trPr>
          <w:trHeight w:val="482"/>
          <w:jc w:val="center"/>
        </w:trPr>
        <w:tc>
          <w:tcPr>
            <w:tcW w:w="808" w:type="dxa"/>
            <w:tcBorders>
              <w:top w:val="single" w:sz="4" w:space="0" w:color="FF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8B18DE8" w14:textId="753FC32A" w:rsidR="00883EC1" w:rsidRPr="004C6B27" w:rsidRDefault="00883EC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17</w:t>
            </w:r>
          </w:p>
        </w:tc>
        <w:tc>
          <w:tcPr>
            <w:tcW w:w="3109" w:type="dxa"/>
            <w:tcBorders>
              <w:top w:val="single" w:sz="4" w:space="0" w:color="FF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94E6034" w14:textId="77777777" w:rsidR="00883EC1" w:rsidRPr="00CB7162" w:rsidRDefault="00883EC1" w:rsidP="00455EE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160" w:type="dxa"/>
            <w:tcBorders>
              <w:top w:val="single" w:sz="4" w:space="0" w:color="FF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0C5A8382" w14:textId="2FBC63D3" w:rsidR="00883EC1" w:rsidRPr="00CB7162" w:rsidRDefault="00883EC1" w:rsidP="00455EE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883EC1" w:rsidRPr="00CB7162" w14:paraId="5FDBA018" w14:textId="77777777" w:rsidTr="00883EC1">
        <w:trPr>
          <w:trHeight w:val="482"/>
          <w:jc w:val="center"/>
        </w:trPr>
        <w:tc>
          <w:tcPr>
            <w:tcW w:w="80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1E6FFE0" w14:textId="6BF0EA21" w:rsidR="00883EC1" w:rsidRPr="004C6B27" w:rsidRDefault="00883EC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18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409317D" w14:textId="77777777" w:rsidR="00883EC1" w:rsidRPr="00CB7162" w:rsidRDefault="00883EC1" w:rsidP="00455EE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160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203D0453" w14:textId="475C8939" w:rsidR="00883EC1" w:rsidRPr="00CB7162" w:rsidRDefault="00883EC1" w:rsidP="00455EE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883EC1" w:rsidRPr="00CB7162" w14:paraId="063BF0D7" w14:textId="77777777" w:rsidTr="00883EC1">
        <w:trPr>
          <w:trHeight w:val="482"/>
          <w:jc w:val="center"/>
        </w:trPr>
        <w:tc>
          <w:tcPr>
            <w:tcW w:w="80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7999E8D" w14:textId="4DC7E99D" w:rsidR="00883EC1" w:rsidRPr="004C6B27" w:rsidRDefault="00883EC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19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605CB7F" w14:textId="77777777" w:rsidR="00883EC1" w:rsidRPr="00CB7162" w:rsidRDefault="00883EC1" w:rsidP="00CD7313">
            <w:pPr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160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3E4F60A8" w14:textId="33718B9D" w:rsidR="00883EC1" w:rsidRPr="00CB7162" w:rsidRDefault="00883EC1" w:rsidP="00CD7313">
            <w:pPr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883EC1" w:rsidRPr="00CB7162" w14:paraId="760F67D4" w14:textId="77777777" w:rsidTr="00883EC1">
        <w:trPr>
          <w:trHeight w:val="482"/>
          <w:jc w:val="center"/>
        </w:trPr>
        <w:tc>
          <w:tcPr>
            <w:tcW w:w="80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493197C" w14:textId="175CBAAF" w:rsidR="00883EC1" w:rsidRPr="004C6B27" w:rsidRDefault="00883EC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lastRenderedPageBreak/>
              <w:t>20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327A854" w14:textId="77777777" w:rsidR="00883EC1" w:rsidRPr="00CB7162" w:rsidRDefault="00883EC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160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3629A0ED" w14:textId="1EBCFC4C" w:rsidR="00883EC1" w:rsidRPr="00CB7162" w:rsidRDefault="00883EC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883EC1" w:rsidRPr="00CB7162" w14:paraId="3F93EBAC" w14:textId="77777777" w:rsidTr="005C13C9">
        <w:trPr>
          <w:trHeight w:val="482"/>
          <w:jc w:val="center"/>
        </w:trPr>
        <w:tc>
          <w:tcPr>
            <w:tcW w:w="80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480F3803" w14:textId="556DCB34" w:rsidR="00883EC1" w:rsidRPr="004C6B27" w:rsidRDefault="00883EC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21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C6CA32E" w14:textId="77777777" w:rsidR="00883EC1" w:rsidRPr="00CB7162" w:rsidRDefault="00883EC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160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7EC0A557" w14:textId="118D1509" w:rsidR="00883EC1" w:rsidRPr="00CB7162" w:rsidRDefault="00883EC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883EC1" w:rsidRPr="00CB7162" w14:paraId="03CFBA5D" w14:textId="77777777" w:rsidTr="005C13C9">
        <w:trPr>
          <w:trHeight w:val="482"/>
          <w:jc w:val="center"/>
        </w:trPr>
        <w:tc>
          <w:tcPr>
            <w:tcW w:w="808" w:type="dxa"/>
            <w:tcBorders>
              <w:top w:val="single" w:sz="4" w:space="0" w:color="000000"/>
              <w:left w:val="single" w:sz="8" w:space="0" w:color="auto"/>
              <w:bottom w:val="single" w:sz="4" w:space="0" w:color="FF0000"/>
              <w:right w:val="nil"/>
            </w:tcBorders>
            <w:shd w:val="clear" w:color="auto" w:fill="auto"/>
            <w:noWrap/>
            <w:vAlign w:val="center"/>
          </w:tcPr>
          <w:p w14:paraId="28C50312" w14:textId="1CA8C55A" w:rsidR="00883EC1" w:rsidRPr="004C6B27" w:rsidRDefault="00883EC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22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8" w:space="0" w:color="auto"/>
              <w:bottom w:val="single" w:sz="4" w:space="0" w:color="FF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FA4D506" w14:textId="77777777" w:rsidR="00883EC1" w:rsidRPr="00CB7162" w:rsidRDefault="00883EC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160" w:type="dxa"/>
            <w:tcBorders>
              <w:top w:val="single" w:sz="4" w:space="0" w:color="000000"/>
              <w:left w:val="single" w:sz="8" w:space="0" w:color="auto"/>
              <w:bottom w:val="single" w:sz="4" w:space="0" w:color="FF0000"/>
              <w:right w:val="dotted" w:sz="4" w:space="0" w:color="auto"/>
            </w:tcBorders>
            <w:shd w:val="clear" w:color="auto" w:fill="auto"/>
            <w:vAlign w:val="center"/>
          </w:tcPr>
          <w:p w14:paraId="70AEFA93" w14:textId="7615066F" w:rsidR="00883EC1" w:rsidRPr="00CB7162" w:rsidRDefault="00883EC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883EC1" w:rsidRPr="00CB7162" w14:paraId="210C22C7" w14:textId="77777777" w:rsidTr="005C13C9">
        <w:trPr>
          <w:trHeight w:val="482"/>
          <w:jc w:val="center"/>
        </w:trPr>
        <w:tc>
          <w:tcPr>
            <w:tcW w:w="808" w:type="dxa"/>
            <w:tcBorders>
              <w:top w:val="single" w:sz="4" w:space="0" w:color="FF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532D370F" w14:textId="6FD216CE" w:rsidR="00883EC1" w:rsidRPr="004C6B27" w:rsidRDefault="00883EC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23</w:t>
            </w:r>
          </w:p>
        </w:tc>
        <w:tc>
          <w:tcPr>
            <w:tcW w:w="3109" w:type="dxa"/>
            <w:tcBorders>
              <w:top w:val="single" w:sz="4" w:space="0" w:color="FF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B27EF52" w14:textId="77777777" w:rsidR="00883EC1" w:rsidRPr="00CB7162" w:rsidRDefault="00883EC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160" w:type="dxa"/>
            <w:tcBorders>
              <w:top w:val="single" w:sz="4" w:space="0" w:color="FF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673CC2DA" w14:textId="41FEE870" w:rsidR="00883EC1" w:rsidRPr="00CB7162" w:rsidRDefault="00883EC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883EC1" w:rsidRPr="00CB7162" w14:paraId="060D6F0F" w14:textId="77777777" w:rsidTr="00883EC1">
        <w:trPr>
          <w:trHeight w:val="482"/>
          <w:jc w:val="center"/>
        </w:trPr>
        <w:tc>
          <w:tcPr>
            <w:tcW w:w="80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99EF040" w14:textId="48EE4C8F" w:rsidR="00883EC1" w:rsidRPr="004C6B27" w:rsidRDefault="00883EC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24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F12DEEC" w14:textId="77777777" w:rsidR="00883EC1" w:rsidRPr="00CB7162" w:rsidRDefault="00883EC1" w:rsidP="00D05D4A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160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2044AF7F" w14:textId="46380B36" w:rsidR="00883EC1" w:rsidRPr="00CB7162" w:rsidRDefault="00883EC1" w:rsidP="00D05D4A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883EC1" w:rsidRPr="00CB7162" w14:paraId="7BFEEEA5" w14:textId="77777777" w:rsidTr="00883EC1">
        <w:trPr>
          <w:trHeight w:val="482"/>
          <w:jc w:val="center"/>
        </w:trPr>
        <w:tc>
          <w:tcPr>
            <w:tcW w:w="80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4C6A56B5" w14:textId="71813803" w:rsidR="00883EC1" w:rsidRPr="004C6B27" w:rsidRDefault="00883EC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25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CCFAD4B" w14:textId="77777777" w:rsidR="00883EC1" w:rsidRPr="00CB7162" w:rsidRDefault="00883EC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160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15551478" w14:textId="671DC9B2" w:rsidR="00883EC1" w:rsidRPr="00CB7162" w:rsidRDefault="00883EC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883EC1" w:rsidRPr="00CB7162" w14:paraId="71BCA562" w14:textId="77777777" w:rsidTr="00883EC1">
        <w:trPr>
          <w:trHeight w:val="482"/>
          <w:jc w:val="center"/>
        </w:trPr>
        <w:tc>
          <w:tcPr>
            <w:tcW w:w="80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7E1632D6" w14:textId="369B3EE1" w:rsidR="00883EC1" w:rsidRPr="004C6B27" w:rsidRDefault="00883EC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2</w:t>
            </w:r>
            <w:r>
              <w:rPr>
                <w:rFonts w:ascii="Century Gothic" w:eastAsia="Times New Roman" w:hAnsi="Century Gothic" w:cs="Calibri"/>
                <w:b/>
                <w:color w:val="000000"/>
              </w:rPr>
              <w:t>6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77FA65B" w14:textId="77777777" w:rsidR="00883EC1" w:rsidRPr="00CB7162" w:rsidRDefault="00883EC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160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5D506EEF" w14:textId="56AC3525" w:rsidR="00883EC1" w:rsidRPr="00CB7162" w:rsidRDefault="00883EC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883EC1" w:rsidRPr="00CB7162" w14:paraId="4A16297F" w14:textId="77777777" w:rsidTr="00883EC1">
        <w:trPr>
          <w:trHeight w:val="482"/>
          <w:jc w:val="center"/>
        </w:trPr>
        <w:tc>
          <w:tcPr>
            <w:tcW w:w="80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D218348" w14:textId="21F2C950" w:rsidR="00883EC1" w:rsidRPr="004C6B27" w:rsidRDefault="00883EC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2</w:t>
            </w:r>
            <w:r>
              <w:rPr>
                <w:rFonts w:ascii="Century Gothic" w:eastAsia="Times New Roman" w:hAnsi="Century Gothic" w:cs="Calibri"/>
                <w:b/>
                <w:color w:val="000000"/>
              </w:rPr>
              <w:t>7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6E83E56" w14:textId="77777777" w:rsidR="00883EC1" w:rsidRPr="00CB7162" w:rsidRDefault="00883EC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160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2049CBA5" w14:textId="4BBA58AA" w:rsidR="00883EC1" w:rsidRPr="00CB7162" w:rsidRDefault="00883EC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883EC1" w:rsidRPr="00CB7162" w14:paraId="50ACCFA9" w14:textId="77777777" w:rsidTr="005C13C9">
        <w:trPr>
          <w:trHeight w:val="482"/>
          <w:jc w:val="center"/>
        </w:trPr>
        <w:tc>
          <w:tcPr>
            <w:tcW w:w="80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4F42BB96" w14:textId="7C382A0A" w:rsidR="00883EC1" w:rsidRPr="004C6B27" w:rsidRDefault="00883EC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2</w:t>
            </w:r>
            <w:r>
              <w:rPr>
                <w:rFonts w:ascii="Century Gothic" w:eastAsia="Times New Roman" w:hAnsi="Century Gothic" w:cs="Calibri"/>
                <w:b/>
                <w:color w:val="000000"/>
              </w:rPr>
              <w:t>8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5D58774" w14:textId="77777777" w:rsidR="00883EC1" w:rsidRPr="00CB7162" w:rsidRDefault="00883EC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160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3AE079C8" w14:textId="6B1D8072" w:rsidR="00883EC1" w:rsidRPr="00CB7162" w:rsidRDefault="00883EC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883EC1" w:rsidRPr="00CB7162" w14:paraId="6B82F999" w14:textId="77777777" w:rsidTr="005C13C9">
        <w:trPr>
          <w:trHeight w:val="482"/>
          <w:jc w:val="center"/>
        </w:trPr>
        <w:tc>
          <w:tcPr>
            <w:tcW w:w="808" w:type="dxa"/>
            <w:tcBorders>
              <w:top w:val="single" w:sz="4" w:space="0" w:color="000000"/>
              <w:left w:val="single" w:sz="8" w:space="0" w:color="auto"/>
              <w:bottom w:val="single" w:sz="4" w:space="0" w:color="FF0000"/>
              <w:right w:val="nil"/>
            </w:tcBorders>
            <w:shd w:val="clear" w:color="auto" w:fill="auto"/>
            <w:noWrap/>
            <w:vAlign w:val="center"/>
          </w:tcPr>
          <w:p w14:paraId="10A776B7" w14:textId="6BE47ACC" w:rsidR="00883EC1" w:rsidRPr="004C6B27" w:rsidRDefault="00883EC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29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8" w:space="0" w:color="auto"/>
              <w:bottom w:val="single" w:sz="4" w:space="0" w:color="FF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5C4D49F" w14:textId="77777777" w:rsidR="00883EC1" w:rsidRPr="00CB7162" w:rsidRDefault="00883EC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160" w:type="dxa"/>
            <w:tcBorders>
              <w:top w:val="single" w:sz="4" w:space="0" w:color="000000"/>
              <w:left w:val="single" w:sz="8" w:space="0" w:color="auto"/>
              <w:bottom w:val="single" w:sz="4" w:space="0" w:color="FF0000"/>
              <w:right w:val="dotted" w:sz="4" w:space="0" w:color="auto"/>
            </w:tcBorders>
            <w:shd w:val="clear" w:color="auto" w:fill="auto"/>
            <w:vAlign w:val="center"/>
          </w:tcPr>
          <w:p w14:paraId="2E937F2F" w14:textId="14BBDAC8" w:rsidR="00883EC1" w:rsidRPr="00CB7162" w:rsidRDefault="00883EC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883EC1" w:rsidRPr="00CB7162" w14:paraId="7D02A525" w14:textId="77777777" w:rsidTr="005C13C9">
        <w:trPr>
          <w:trHeight w:val="482"/>
          <w:jc w:val="center"/>
        </w:trPr>
        <w:tc>
          <w:tcPr>
            <w:tcW w:w="808" w:type="dxa"/>
            <w:tcBorders>
              <w:top w:val="single" w:sz="4" w:space="0" w:color="FF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AAE6662" w14:textId="58DB67BE" w:rsidR="00883EC1" w:rsidRPr="004C6B27" w:rsidRDefault="00883EC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30</w:t>
            </w:r>
          </w:p>
        </w:tc>
        <w:tc>
          <w:tcPr>
            <w:tcW w:w="3109" w:type="dxa"/>
            <w:tcBorders>
              <w:top w:val="single" w:sz="4" w:space="0" w:color="FF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24824E3" w14:textId="77777777" w:rsidR="00883EC1" w:rsidRPr="00CB7162" w:rsidRDefault="00883EC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160" w:type="dxa"/>
            <w:tcBorders>
              <w:top w:val="single" w:sz="4" w:space="0" w:color="FF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55DC3C50" w14:textId="79544E2E" w:rsidR="00883EC1" w:rsidRPr="00CB7162" w:rsidRDefault="00883EC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883EC1" w:rsidRPr="00CB7162" w14:paraId="7E3F7B5B" w14:textId="77777777" w:rsidTr="00883EC1">
        <w:trPr>
          <w:trHeight w:val="482"/>
          <w:jc w:val="center"/>
        </w:trPr>
        <w:tc>
          <w:tcPr>
            <w:tcW w:w="80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98685B5" w14:textId="337ABB28" w:rsidR="00883EC1" w:rsidRPr="004C6B27" w:rsidRDefault="00883EC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31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9DB3385" w14:textId="77777777" w:rsidR="00883EC1" w:rsidRPr="00CB7162" w:rsidRDefault="00883EC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160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51D54832" w14:textId="5A8F6324" w:rsidR="00883EC1" w:rsidRPr="00CB7162" w:rsidRDefault="00883EC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883EC1" w:rsidRPr="00CB7162" w14:paraId="3C580DA3" w14:textId="77777777" w:rsidTr="00883EC1">
        <w:trPr>
          <w:trHeight w:val="482"/>
          <w:jc w:val="center"/>
        </w:trPr>
        <w:tc>
          <w:tcPr>
            <w:tcW w:w="80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46C400D" w14:textId="48612557" w:rsidR="00883EC1" w:rsidRPr="004C6B27" w:rsidRDefault="00883EC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32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FBF5793" w14:textId="77777777" w:rsidR="00883EC1" w:rsidRPr="00CB7162" w:rsidRDefault="00883EC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160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29C3170D" w14:textId="5092EDF3" w:rsidR="00883EC1" w:rsidRPr="00CB7162" w:rsidRDefault="00883EC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883EC1" w:rsidRPr="00CB7162" w14:paraId="20D47597" w14:textId="77777777" w:rsidTr="00883EC1">
        <w:trPr>
          <w:trHeight w:val="482"/>
          <w:jc w:val="center"/>
        </w:trPr>
        <w:tc>
          <w:tcPr>
            <w:tcW w:w="80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90FFDBC" w14:textId="734CE565" w:rsidR="00883EC1" w:rsidRPr="004C6B27" w:rsidRDefault="00883EC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33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8055B79" w14:textId="519300AF" w:rsidR="00883EC1" w:rsidRPr="00CB7162" w:rsidRDefault="005C13C9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>
              <w:rPr>
                <w:rFonts w:ascii="Century Gothic" w:eastAsia="Times New Roman" w:hAnsi="Century Gothic" w:cs="Calibri"/>
                <w:color w:val="000000"/>
              </w:rPr>
              <w:t>! Ascension !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495A1B41" w14:textId="5DE72864" w:rsidR="00883EC1" w:rsidRPr="00CB7162" w:rsidRDefault="00883EC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883EC1" w:rsidRPr="00CB7162" w14:paraId="065E8FF1" w14:textId="77777777" w:rsidTr="00883EC1">
        <w:trPr>
          <w:trHeight w:val="482"/>
          <w:jc w:val="center"/>
        </w:trPr>
        <w:tc>
          <w:tcPr>
            <w:tcW w:w="80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1AFE7B1" w14:textId="44A5BAD3" w:rsidR="00883EC1" w:rsidRPr="004C6B27" w:rsidRDefault="00883EC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34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89F9A17" w14:textId="77777777" w:rsidR="00883EC1" w:rsidRPr="00CB7162" w:rsidRDefault="00883EC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160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663124D3" w14:textId="35D7F35A" w:rsidR="00883EC1" w:rsidRPr="00CB7162" w:rsidRDefault="00883EC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883EC1" w:rsidRPr="00CB7162" w14:paraId="2DB54669" w14:textId="77777777" w:rsidTr="00883EC1">
        <w:trPr>
          <w:trHeight w:val="482"/>
          <w:jc w:val="center"/>
        </w:trPr>
        <w:tc>
          <w:tcPr>
            <w:tcW w:w="80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74C4C97E" w14:textId="193DC452" w:rsidR="00883EC1" w:rsidRPr="004C6B27" w:rsidRDefault="00883EC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35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5DACC30" w14:textId="77777777" w:rsidR="00883EC1" w:rsidRPr="00CB7162" w:rsidRDefault="00883EC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160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1F58D377" w14:textId="24DB2302" w:rsidR="00883EC1" w:rsidRPr="00CB7162" w:rsidRDefault="00883EC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883EC1" w:rsidRPr="00CB7162" w14:paraId="78F0FD45" w14:textId="77777777" w:rsidTr="00883EC1">
        <w:trPr>
          <w:trHeight w:val="482"/>
          <w:jc w:val="center"/>
        </w:trPr>
        <w:tc>
          <w:tcPr>
            <w:tcW w:w="80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E5AFD3E" w14:textId="51E2D8BE" w:rsidR="00883EC1" w:rsidRPr="004C6B27" w:rsidRDefault="00883EC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36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23A6254" w14:textId="77777777" w:rsidR="00883EC1" w:rsidRPr="00CB7162" w:rsidRDefault="00883EC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160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7D7E7F92" w14:textId="4406C182" w:rsidR="00883EC1" w:rsidRPr="00CB7162" w:rsidRDefault="00883EC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883EC1" w:rsidRPr="00CB7162" w14:paraId="58FE844B" w14:textId="77777777" w:rsidTr="00883EC1">
        <w:trPr>
          <w:trHeight w:val="482"/>
          <w:jc w:val="center"/>
        </w:trPr>
        <w:tc>
          <w:tcPr>
            <w:tcW w:w="80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50313C5F" w14:textId="090A0549" w:rsidR="00883EC1" w:rsidRPr="004C6B27" w:rsidRDefault="00883EC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37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FBE566E" w14:textId="77777777" w:rsidR="00883EC1" w:rsidRPr="00CB7162" w:rsidRDefault="00883EC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160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0F23519C" w14:textId="4EED46B4" w:rsidR="00883EC1" w:rsidRPr="00CB7162" w:rsidRDefault="00883EC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883EC1" w:rsidRPr="00CB7162" w14:paraId="0C355E39" w14:textId="77777777" w:rsidTr="00883EC1">
        <w:trPr>
          <w:trHeight w:val="482"/>
          <w:jc w:val="center"/>
        </w:trPr>
        <w:tc>
          <w:tcPr>
            <w:tcW w:w="808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7261B0C" w14:textId="31308DCA" w:rsidR="00883EC1" w:rsidRPr="004C6B27" w:rsidRDefault="00883EC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38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138E671" w14:textId="77777777" w:rsidR="00883EC1" w:rsidRPr="00CB7162" w:rsidRDefault="00883EC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160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CE299DC" w14:textId="6DDB4D7F" w:rsidR="00883EC1" w:rsidRPr="00CB7162" w:rsidRDefault="00883EC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</w:tbl>
    <w:p w14:paraId="766C6740" w14:textId="77777777" w:rsidR="00CB7162" w:rsidRPr="00CB7162" w:rsidRDefault="00CB7162" w:rsidP="00CB7162">
      <w:pPr>
        <w:rPr>
          <w:rFonts w:ascii="Century Gothic" w:hAnsi="Century Gothic"/>
          <w:b/>
          <w:sz w:val="28"/>
        </w:rPr>
      </w:pPr>
    </w:p>
    <w:sectPr w:rsidR="00CB7162" w:rsidRPr="00CB7162" w:rsidSect="008728BD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A4DB7" w14:textId="77777777" w:rsidR="007E3D8F" w:rsidRDefault="007E3D8F" w:rsidP="00CB7162">
      <w:r>
        <w:separator/>
      </w:r>
    </w:p>
  </w:endnote>
  <w:endnote w:type="continuationSeparator" w:id="0">
    <w:p w14:paraId="18C66203" w14:textId="77777777" w:rsidR="007E3D8F" w:rsidRDefault="007E3D8F" w:rsidP="00CB7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E302C" w14:textId="77777777" w:rsidR="007E3D8F" w:rsidRDefault="007E3D8F" w:rsidP="00CB7162">
      <w:r>
        <w:separator/>
      </w:r>
    </w:p>
  </w:footnote>
  <w:footnote w:type="continuationSeparator" w:id="0">
    <w:p w14:paraId="0A5176E6" w14:textId="77777777" w:rsidR="007E3D8F" w:rsidRDefault="007E3D8F" w:rsidP="00CB7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F941D" w14:textId="2BEA1E6D" w:rsidR="00CB7162" w:rsidRDefault="00CB7162">
    <w:pPr>
      <w:pStyle w:val="En-tte"/>
    </w:pPr>
    <w:proofErr w:type="spellStart"/>
    <w:r>
      <w:t>Planif</w:t>
    </w:r>
    <w:proofErr w:type="spellEnd"/>
    <w:r>
      <w:t xml:space="preserve"> </w:t>
    </w:r>
    <w:r w:rsidR="00CD7313">
      <w:t>annuelle</w:t>
    </w:r>
    <w:r>
      <w:tab/>
    </w:r>
    <w:r>
      <w:tab/>
    </w:r>
    <w:r w:rsidR="00534AD5">
      <w:t>Auteur</w:t>
    </w:r>
  </w:p>
  <w:p w14:paraId="0FC793CE" w14:textId="767DEDEB" w:rsidR="00CD7313" w:rsidRDefault="00CD7313">
    <w:pPr>
      <w:pStyle w:val="En-tte"/>
    </w:pPr>
    <w:r>
      <w:t>Août 2021</w:t>
    </w:r>
  </w:p>
  <w:p w14:paraId="369E5785" w14:textId="77777777" w:rsidR="00581FF4" w:rsidRDefault="00581FF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D8F5C57"/>
    <w:multiLevelType w:val="hybridMultilevel"/>
    <w:tmpl w:val="C10C8C32"/>
    <w:lvl w:ilvl="0" w:tplc="13E82C60">
      <w:start w:val="28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9E166A"/>
    <w:multiLevelType w:val="hybridMultilevel"/>
    <w:tmpl w:val="31EA47DE"/>
    <w:lvl w:ilvl="0" w:tplc="E1EA82CC">
      <w:start w:val="28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530FDD"/>
    <w:multiLevelType w:val="hybridMultilevel"/>
    <w:tmpl w:val="89C0F2BE"/>
    <w:lvl w:ilvl="0" w:tplc="3DB80BDE">
      <w:numFmt w:val="bullet"/>
      <w:lvlText w:val="-"/>
      <w:lvlJc w:val="left"/>
      <w:pPr>
        <w:ind w:left="144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E5C62EE"/>
    <w:multiLevelType w:val="hybridMultilevel"/>
    <w:tmpl w:val="8568709C"/>
    <w:lvl w:ilvl="0" w:tplc="C2D26FE8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6E1DB5"/>
    <w:multiLevelType w:val="hybridMultilevel"/>
    <w:tmpl w:val="4880EA62"/>
    <w:lvl w:ilvl="0" w:tplc="6EB6ABC6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8972E9"/>
    <w:multiLevelType w:val="hybridMultilevel"/>
    <w:tmpl w:val="C930BAD6"/>
    <w:lvl w:ilvl="0" w:tplc="70BC44B2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B44A36"/>
    <w:multiLevelType w:val="hybridMultilevel"/>
    <w:tmpl w:val="34E0E230"/>
    <w:lvl w:ilvl="0" w:tplc="7340C39E">
      <w:numFmt w:val="bullet"/>
      <w:lvlText w:val=""/>
      <w:lvlJc w:val="left"/>
      <w:pPr>
        <w:ind w:left="1080" w:hanging="360"/>
      </w:pPr>
      <w:rPr>
        <w:rFonts w:ascii="Wingdings" w:eastAsiaTheme="minorEastAsia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1FD"/>
    <w:rsid w:val="000122D4"/>
    <w:rsid w:val="00023B9D"/>
    <w:rsid w:val="0007215A"/>
    <w:rsid w:val="00083399"/>
    <w:rsid w:val="000C305F"/>
    <w:rsid w:val="0015025A"/>
    <w:rsid w:val="00170F37"/>
    <w:rsid w:val="001C310A"/>
    <w:rsid w:val="001E03DB"/>
    <w:rsid w:val="001F2E20"/>
    <w:rsid w:val="001F5941"/>
    <w:rsid w:val="00202FEA"/>
    <w:rsid w:val="0023480D"/>
    <w:rsid w:val="00251516"/>
    <w:rsid w:val="002C108F"/>
    <w:rsid w:val="002D4745"/>
    <w:rsid w:val="003071B4"/>
    <w:rsid w:val="003669DA"/>
    <w:rsid w:val="003D0E6C"/>
    <w:rsid w:val="00406B5D"/>
    <w:rsid w:val="00406E8E"/>
    <w:rsid w:val="0042449B"/>
    <w:rsid w:val="00455EED"/>
    <w:rsid w:val="00470DB6"/>
    <w:rsid w:val="00497A2E"/>
    <w:rsid w:val="004C21F9"/>
    <w:rsid w:val="004C31E7"/>
    <w:rsid w:val="004C6B27"/>
    <w:rsid w:val="00504455"/>
    <w:rsid w:val="005166FE"/>
    <w:rsid w:val="00533642"/>
    <w:rsid w:val="00533B1E"/>
    <w:rsid w:val="00534AD5"/>
    <w:rsid w:val="00581FF4"/>
    <w:rsid w:val="005C13C9"/>
    <w:rsid w:val="00613C41"/>
    <w:rsid w:val="0065764D"/>
    <w:rsid w:val="00666632"/>
    <w:rsid w:val="006851FD"/>
    <w:rsid w:val="006C1C99"/>
    <w:rsid w:val="006F6F1F"/>
    <w:rsid w:val="007144F1"/>
    <w:rsid w:val="007A04FF"/>
    <w:rsid w:val="007D07C6"/>
    <w:rsid w:val="007E3D8F"/>
    <w:rsid w:val="0080634C"/>
    <w:rsid w:val="00812BF8"/>
    <w:rsid w:val="00824D30"/>
    <w:rsid w:val="008728BD"/>
    <w:rsid w:val="00883EC1"/>
    <w:rsid w:val="008D50A9"/>
    <w:rsid w:val="008E006A"/>
    <w:rsid w:val="00906C77"/>
    <w:rsid w:val="00923D1C"/>
    <w:rsid w:val="0097191D"/>
    <w:rsid w:val="00973507"/>
    <w:rsid w:val="00987ECF"/>
    <w:rsid w:val="009A2AF2"/>
    <w:rsid w:val="009D14B9"/>
    <w:rsid w:val="009E213B"/>
    <w:rsid w:val="009E3A28"/>
    <w:rsid w:val="00B11850"/>
    <w:rsid w:val="00B345F1"/>
    <w:rsid w:val="00BC1407"/>
    <w:rsid w:val="00BC4AD7"/>
    <w:rsid w:val="00BE3B59"/>
    <w:rsid w:val="00CB7162"/>
    <w:rsid w:val="00CC5810"/>
    <w:rsid w:val="00CD22F3"/>
    <w:rsid w:val="00CD7313"/>
    <w:rsid w:val="00D05D4A"/>
    <w:rsid w:val="00D500B8"/>
    <w:rsid w:val="00D77D4E"/>
    <w:rsid w:val="00DC2390"/>
    <w:rsid w:val="00E90902"/>
    <w:rsid w:val="00EB4C3C"/>
    <w:rsid w:val="00EC30BD"/>
    <w:rsid w:val="00F13424"/>
    <w:rsid w:val="00F35BB3"/>
    <w:rsid w:val="00F61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B0B32"/>
  <w15:chartTrackingRefBased/>
  <w15:docId w15:val="{2DB7C1C1-205B-004B-905B-2C4DDF87A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EC30B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716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B716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7162"/>
  </w:style>
  <w:style w:type="paragraph" w:styleId="Pieddepage">
    <w:name w:val="footer"/>
    <w:basedOn w:val="Normal"/>
    <w:link w:val="PieddepageCar"/>
    <w:uiPriority w:val="99"/>
    <w:unhideWhenUsed/>
    <w:rsid w:val="00CB716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7162"/>
  </w:style>
  <w:style w:type="character" w:styleId="Lienhypertexte">
    <w:name w:val="Hyperlink"/>
    <w:basedOn w:val="Policepardfaut"/>
    <w:uiPriority w:val="99"/>
    <w:unhideWhenUsed/>
    <w:rsid w:val="003669DA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669DA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3669DA"/>
    <w:rPr>
      <w:color w:val="954F72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EC30B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lexterm">
    <w:name w:val="lex_term"/>
    <w:basedOn w:val="Policepardfaut"/>
    <w:rsid w:val="00EC30BD"/>
  </w:style>
  <w:style w:type="paragraph" w:styleId="Textedebulles">
    <w:name w:val="Balloon Text"/>
    <w:basedOn w:val="Normal"/>
    <w:link w:val="TextedebullesCar"/>
    <w:uiPriority w:val="99"/>
    <w:semiHidden/>
    <w:unhideWhenUsed/>
    <w:rsid w:val="00D500B8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00B8"/>
    <w:rPr>
      <w:rFonts w:ascii="Times New Roman" w:hAnsi="Times New Roman" w:cs="Times New Roman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D7313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D7313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D73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elodierobert-nicoud/Library/Group%20Containers/UBF8T346G9.Office/User%20Content.localized/Templates.localized/Planification%20de%20se&#769;que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Planification de séquence.dotx</Template>
  <TotalTime>123</TotalTime>
  <Pages>2</Pages>
  <Words>58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Elodie Robert-Nicoud</cp:lastModifiedBy>
  <cp:revision>42</cp:revision>
  <cp:lastPrinted>2019-08-25T16:51:00Z</cp:lastPrinted>
  <dcterms:created xsi:type="dcterms:W3CDTF">2019-08-24T10:37:00Z</dcterms:created>
  <dcterms:modified xsi:type="dcterms:W3CDTF">2021-08-04T10:16:00Z</dcterms:modified>
</cp:coreProperties>
</file>